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5A56" w:rsidRPr="009C0B5A" w:rsidRDefault="0062304A" w:rsidP="0062304A">
      <w:pPr>
        <w:pStyle w:val="JLA18doi"/>
        <w:ind w:left="2694"/>
        <w:rPr>
          <w:lang w:val="en-AU"/>
        </w:rPr>
      </w:pPr>
      <w:r w:rsidRPr="0062304A">
        <w:rPr>
          <w:highlight w:val="yellow"/>
          <w:lang w:val="en-AU"/>
        </w:rPr>
        <w:t>Arial 9, flush right, fit to one line</w:t>
      </w:r>
      <w:r>
        <w:rPr>
          <w:lang w:val="en-AU"/>
        </w:rPr>
        <w:t xml:space="preserve"> Volume </w:t>
      </w:r>
      <w:r w:rsidR="00AF7B83">
        <w:rPr>
          <w:lang w:val="en-AU"/>
        </w:rPr>
        <w:t>X</w:t>
      </w:r>
      <w:r>
        <w:rPr>
          <w:lang w:val="en-AU"/>
        </w:rPr>
        <w:t>(</w:t>
      </w:r>
      <w:r w:rsidR="00AF7B83">
        <w:rPr>
          <w:lang w:val="en-AU"/>
        </w:rPr>
        <w:t>X</w:t>
      </w:r>
      <w:r>
        <w:rPr>
          <w:lang w:val="en-AU"/>
        </w:rPr>
        <w:t xml:space="preserve">), </w:t>
      </w:r>
      <w:r w:rsidR="004A2CD4">
        <w:rPr>
          <w:lang w:val="en-AU"/>
        </w:rPr>
        <w:t>X</w:t>
      </w:r>
      <w:r w:rsidR="004A2CD4">
        <w:rPr>
          <w:lang w:val="en-AU"/>
        </w:rPr>
        <w:t>–</w:t>
      </w:r>
      <w:r w:rsidR="004A2CD4">
        <w:rPr>
          <w:lang w:val="en-AU"/>
        </w:rPr>
        <w:t>X</w:t>
      </w:r>
      <w:r>
        <w:rPr>
          <w:lang w:val="en-AU"/>
        </w:rPr>
        <w:t xml:space="preserve">. </w:t>
      </w:r>
      <w:r w:rsidR="004C5A56" w:rsidRPr="009C0B5A">
        <w:rPr>
          <w:lang w:val="en-AU"/>
        </w:rPr>
        <w:t>http://dx.doi.org/</w:t>
      </w:r>
      <w:r w:rsidR="009C0B5A" w:rsidRPr="009C0B5A">
        <w:rPr>
          <w:lang w:val="en-AU"/>
        </w:rPr>
        <w:t>10.18608/jla.2018.</w:t>
      </w:r>
      <w:r w:rsidR="00AF7B83">
        <w:rPr>
          <w:lang w:val="en-AU"/>
        </w:rPr>
        <w:t>XX</w:t>
      </w:r>
      <w:r w:rsidR="009C0B5A" w:rsidRPr="009C0B5A">
        <w:rPr>
          <w:lang w:val="en-AU"/>
        </w:rPr>
        <w:t>.</w:t>
      </w:r>
      <w:r w:rsidR="00AF7B83">
        <w:rPr>
          <w:lang w:val="en-AU"/>
        </w:rPr>
        <w:t>X</w:t>
      </w:r>
    </w:p>
    <w:p w:rsidR="004C5A56" w:rsidRDefault="004C5A56" w:rsidP="00663E6B">
      <w:pPr>
        <w:pStyle w:val="JLA18Title"/>
      </w:pPr>
      <w:r>
        <w:t>JLA Article Template</w:t>
      </w:r>
      <w:r w:rsidR="0062304A">
        <w:t xml:space="preserve"> </w:t>
      </w:r>
      <w:r w:rsidR="0062304A" w:rsidRPr="0062304A">
        <w:rPr>
          <w:highlight w:val="yellow"/>
        </w:rPr>
        <w:t>JLA18 Title</w:t>
      </w:r>
    </w:p>
    <w:p w:rsidR="004C5A56" w:rsidRDefault="004C5A56" w:rsidP="00663E6B">
      <w:pPr>
        <w:pStyle w:val="JLA18Authors"/>
      </w:pPr>
      <w:r>
        <w:t>John Smith</w:t>
      </w:r>
      <w:r w:rsidRPr="002471E1">
        <w:rPr>
          <w:rFonts w:hAnsi="Arial"/>
          <w:vertAlign w:val="superscript"/>
        </w:rPr>
        <w:t>1</w:t>
      </w:r>
      <w:r>
        <w:t>, James Smith</w:t>
      </w:r>
      <w:r w:rsidRPr="002471E1">
        <w:rPr>
          <w:rFonts w:hAnsi="Arial"/>
          <w:vertAlign w:val="superscript"/>
        </w:rPr>
        <w:t>2</w:t>
      </w:r>
      <w:r w:rsidR="0062304A">
        <w:rPr>
          <w:rFonts w:hAnsi="Arial"/>
          <w:vertAlign w:val="superscript"/>
        </w:rPr>
        <w:t xml:space="preserve">           </w:t>
      </w:r>
      <w:r w:rsidR="0062304A" w:rsidRPr="0062304A">
        <w:rPr>
          <w:highlight w:val="yellow"/>
        </w:rPr>
        <w:t>JLA 18 Authors</w:t>
      </w:r>
      <w:r w:rsidR="0062304A">
        <w:rPr>
          <w:rFonts w:hAnsi="Arial"/>
          <w:vertAlign w:val="superscript"/>
        </w:rPr>
        <w:t xml:space="preserve"> </w:t>
      </w:r>
    </w:p>
    <w:p w:rsidR="004C5A56" w:rsidRDefault="004C5A56" w:rsidP="00663E6B">
      <w:pPr>
        <w:pStyle w:val="JLA18Abstracttitle"/>
      </w:pPr>
      <w:r w:rsidRPr="00663E6B">
        <w:rPr>
          <w:lang w:val="en-CA"/>
        </w:rPr>
        <w:t>Abstract</w:t>
      </w:r>
    </w:p>
    <w:p w:rsidR="002471E1" w:rsidRDefault="004C5A56" w:rsidP="0062304A">
      <w:pPr>
        <w:pStyle w:val="JLA18Abstracttext"/>
        <w:spacing w:line="250" w:lineRule="auto"/>
      </w:pPr>
      <w:r>
        <w:t>Abstracts shall not exceed 200 words.</w:t>
      </w:r>
      <w:r w:rsidR="009C0B5A">
        <w:t xml:space="preserve"> </w:t>
      </w:r>
      <w:r w:rsidR="0062304A">
        <w:t xml:space="preserve">The text in the abstract can be formatted using </w:t>
      </w:r>
      <w:r w:rsidR="0062304A" w:rsidRPr="0062304A">
        <w:rPr>
          <w:highlight w:val="yellow"/>
        </w:rPr>
        <w:t>JLA 18 Abstract_text</w:t>
      </w:r>
      <w:r w:rsidR="0062304A">
        <w:t>. Under the abstract, please provide keywords and meta-data information using example boxes below. If your submission does not have notes for practice, please remove that table row from the box. Under the box, please provide information about the authors. Author information needs to include your department affiliation and full postal address. Include ORCID ID if available. Please, ensure that your online submission as entered into our online system has the same authors and in the same order that in the manuscript.</w:t>
      </w:r>
    </w:p>
    <w:p w:rsidR="0062304A" w:rsidRDefault="0062304A" w:rsidP="0062304A">
      <w:pPr>
        <w:pStyle w:val="JLA18Abstracttext"/>
        <w:spacing w:line="250" w:lineRule="auto"/>
      </w:pPr>
    </w:p>
    <w:tbl>
      <w:tblPr>
        <w:tblStyle w:val="TableGrid"/>
        <w:tblW w:w="0" w:type="auto"/>
        <w:tblInd w:w="137" w:type="dxa"/>
        <w:tblBorders>
          <w:insideH w:val="none" w:sz="0" w:space="0" w:color="auto"/>
          <w:insideV w:val="none" w:sz="0" w:space="0" w:color="auto"/>
        </w:tblBorders>
        <w:tblLook w:val="04A0" w:firstRow="1" w:lastRow="0" w:firstColumn="1" w:lastColumn="0" w:noHBand="0" w:noVBand="1"/>
      </w:tblPr>
      <w:tblGrid>
        <w:gridCol w:w="10093"/>
      </w:tblGrid>
      <w:tr w:rsidR="002471E1" w:rsidTr="003D4697">
        <w:trPr>
          <w:trHeight w:val="1358"/>
        </w:trPr>
        <w:tc>
          <w:tcPr>
            <w:tcW w:w="10093" w:type="dxa"/>
            <w:shd w:val="pct10" w:color="auto" w:fill="auto"/>
          </w:tcPr>
          <w:p w:rsidR="002471E1" w:rsidRPr="002471E1" w:rsidRDefault="002471E1" w:rsidP="00B01AB7">
            <w:pPr>
              <w:pStyle w:val="JLA18Abstracttext"/>
              <w:ind w:left="0"/>
              <w:rPr>
                <w:b/>
              </w:rPr>
            </w:pPr>
            <w:r w:rsidRPr="002471E1">
              <w:rPr>
                <w:b/>
              </w:rPr>
              <w:t>Notes for Practice</w:t>
            </w:r>
          </w:p>
          <w:p w:rsidR="002471E1" w:rsidRPr="0062304A" w:rsidRDefault="002471E1" w:rsidP="002471E1">
            <w:pPr>
              <w:pStyle w:val="ListParagraph"/>
              <w:ind w:hanging="360"/>
              <w:rPr>
                <w:lang w:val="fr-FR"/>
              </w:rPr>
            </w:pPr>
            <w:r w:rsidRPr="002471E1">
              <w:t>This is an example of the note for practice and research</w:t>
            </w:r>
            <w:r w:rsidR="009C0B5A">
              <w:t xml:space="preserve">. </w:t>
            </w:r>
            <w:r w:rsidR="0062304A" w:rsidRPr="0062304A">
              <w:rPr>
                <w:highlight w:val="yellow"/>
                <w:lang w:val="fr-FR"/>
              </w:rPr>
              <w:t>List Paragraph, JLA 18 Notes List Paragraph</w:t>
            </w:r>
          </w:p>
          <w:p w:rsidR="002471E1" w:rsidRPr="002471E1" w:rsidRDefault="002471E1" w:rsidP="002471E1">
            <w:pPr>
              <w:pStyle w:val="ListParagraph"/>
              <w:ind w:hanging="360"/>
            </w:pPr>
            <w:r w:rsidRPr="002471E1">
              <w:t>This is an example of the note for practice and research</w:t>
            </w:r>
            <w:r w:rsidR="009C0B5A">
              <w:t>.</w:t>
            </w:r>
          </w:p>
          <w:p w:rsidR="002471E1" w:rsidRDefault="002471E1" w:rsidP="009C0B5A">
            <w:pPr>
              <w:pStyle w:val="ListParagraph"/>
            </w:pPr>
            <w:r w:rsidRPr="002471E1">
              <w:t xml:space="preserve">This is an example of the note for practice and </w:t>
            </w:r>
            <w:r w:rsidRPr="009C0B5A">
              <w:t>research</w:t>
            </w:r>
          </w:p>
        </w:tc>
      </w:tr>
      <w:tr w:rsidR="002471E1" w:rsidTr="003D4697">
        <w:trPr>
          <w:trHeight w:val="935"/>
        </w:trPr>
        <w:tc>
          <w:tcPr>
            <w:tcW w:w="10093" w:type="dxa"/>
          </w:tcPr>
          <w:p w:rsidR="002471E1" w:rsidRDefault="002471E1" w:rsidP="003D4697">
            <w:pPr>
              <w:spacing w:before="80"/>
              <w:ind w:left="119"/>
              <w:rPr>
                <w:rFonts w:ascii="Arial"/>
                <w:b/>
              </w:rPr>
            </w:pPr>
            <w:r>
              <w:rPr>
                <w:rFonts w:ascii="Arial"/>
                <w:b/>
              </w:rPr>
              <w:t>Keywords</w:t>
            </w:r>
          </w:p>
          <w:p w:rsidR="002471E1" w:rsidRDefault="002471E1" w:rsidP="002471E1">
            <w:pPr>
              <w:pStyle w:val="BodyText"/>
              <w:spacing w:before="9"/>
              <w:ind w:left="119"/>
              <w:rPr>
                <w:rFonts w:ascii="Arial"/>
              </w:rPr>
            </w:pPr>
            <w:r w:rsidRPr="003B1B1C">
              <w:rPr>
                <w:rFonts w:ascii="Arial"/>
                <w:iCs/>
              </w:rPr>
              <w:t>Personalized learning analytics, OpenLAP, analytics framework, modularity, extensibility</w:t>
            </w:r>
            <w:r>
              <w:rPr>
                <w:rFonts w:ascii="Arial"/>
              </w:rPr>
              <w:t>.</w:t>
            </w:r>
          </w:p>
          <w:p w:rsidR="002471E1" w:rsidRPr="002471E1" w:rsidRDefault="002471E1" w:rsidP="002471E1">
            <w:pPr>
              <w:spacing w:before="88"/>
              <w:ind w:left="119"/>
              <w:rPr>
                <w:rFonts w:ascii="Arial" w:hAnsi="Arial"/>
              </w:rPr>
            </w:pPr>
            <w:r>
              <w:rPr>
                <w:rFonts w:ascii="Arial" w:hAnsi="Arial"/>
                <w:b/>
              </w:rPr>
              <w:t xml:space="preserve">Submitted: </w:t>
            </w:r>
            <w:r w:rsidR="001D3824">
              <w:rPr>
                <w:rFonts w:ascii="Arial" w:hAnsi="Arial"/>
                <w:b/>
              </w:rPr>
              <w:t>dd</w:t>
            </w:r>
            <w:r>
              <w:rPr>
                <w:rFonts w:ascii="Arial" w:hAnsi="Arial"/>
              </w:rPr>
              <w:t>/</w:t>
            </w:r>
            <w:r w:rsidR="001D3824">
              <w:rPr>
                <w:rFonts w:ascii="Arial" w:hAnsi="Arial"/>
              </w:rPr>
              <w:t>mm</w:t>
            </w:r>
            <w:r>
              <w:rPr>
                <w:rFonts w:ascii="Arial" w:hAnsi="Arial"/>
              </w:rPr>
              <w:t>/</w:t>
            </w:r>
            <w:r w:rsidR="001D3824">
              <w:rPr>
                <w:rFonts w:ascii="Arial" w:hAnsi="Arial"/>
              </w:rPr>
              <w:t>yy</w:t>
            </w:r>
            <w:r>
              <w:rPr>
                <w:rFonts w:ascii="Arial" w:hAnsi="Arial"/>
              </w:rPr>
              <w:t xml:space="preserve"> — </w:t>
            </w:r>
            <w:r>
              <w:rPr>
                <w:rFonts w:ascii="Arial" w:hAnsi="Arial"/>
                <w:b/>
              </w:rPr>
              <w:t xml:space="preserve">Accepted: </w:t>
            </w:r>
            <w:r w:rsidR="001D3824">
              <w:rPr>
                <w:rFonts w:ascii="Arial" w:hAnsi="Arial"/>
                <w:b/>
              </w:rPr>
              <w:t>dd</w:t>
            </w:r>
            <w:r>
              <w:rPr>
                <w:rFonts w:ascii="Arial" w:hAnsi="Arial"/>
              </w:rPr>
              <w:t>/</w:t>
            </w:r>
            <w:r w:rsidR="001D3824">
              <w:rPr>
                <w:rFonts w:ascii="Arial" w:hAnsi="Arial"/>
              </w:rPr>
              <w:t>mm</w:t>
            </w:r>
            <w:r>
              <w:rPr>
                <w:rFonts w:ascii="Arial" w:hAnsi="Arial"/>
              </w:rPr>
              <w:t>/</w:t>
            </w:r>
            <w:r w:rsidR="001D3824">
              <w:rPr>
                <w:rFonts w:ascii="Arial" w:hAnsi="Arial"/>
              </w:rPr>
              <w:t>yy</w:t>
            </w:r>
            <w:r>
              <w:rPr>
                <w:rFonts w:ascii="Arial" w:hAnsi="Arial"/>
              </w:rPr>
              <w:t xml:space="preserve"> — </w:t>
            </w:r>
            <w:r>
              <w:rPr>
                <w:rFonts w:ascii="Arial" w:hAnsi="Arial"/>
                <w:b/>
              </w:rPr>
              <w:t xml:space="preserve">Published:  </w:t>
            </w:r>
            <w:r w:rsidR="001D3824">
              <w:rPr>
                <w:rFonts w:ascii="Arial" w:hAnsi="Arial"/>
                <w:b/>
              </w:rPr>
              <w:t>dd</w:t>
            </w:r>
            <w:r>
              <w:rPr>
                <w:rFonts w:ascii="Arial" w:hAnsi="Arial"/>
              </w:rPr>
              <w:t>/</w:t>
            </w:r>
            <w:r w:rsidR="001D3824">
              <w:rPr>
                <w:rFonts w:ascii="Arial" w:hAnsi="Arial"/>
              </w:rPr>
              <w:t>mm</w:t>
            </w:r>
            <w:r>
              <w:rPr>
                <w:rFonts w:ascii="Arial" w:hAnsi="Arial"/>
              </w:rPr>
              <w:t>/</w:t>
            </w:r>
            <w:r w:rsidR="001D3824">
              <w:rPr>
                <w:rFonts w:ascii="Arial" w:hAnsi="Arial"/>
              </w:rPr>
              <w:t>yy</w:t>
            </w:r>
            <w:bookmarkStart w:id="0" w:name="_GoBack"/>
            <w:bookmarkEnd w:id="0"/>
          </w:p>
        </w:tc>
      </w:tr>
    </w:tbl>
    <w:p w:rsidR="004C5A56" w:rsidRDefault="009C0B5A" w:rsidP="009C0B5A">
      <w:pPr>
        <w:pStyle w:val="JLA18AuthorAffiliations"/>
      </w:pPr>
      <w:r w:rsidRPr="009C0B5A">
        <w:t>Corresponding autho</w:t>
      </w:r>
      <w:r>
        <w:t xml:space="preserve">r </w:t>
      </w:r>
      <w:r w:rsidRPr="002471E1">
        <w:rPr>
          <w:vertAlign w:val="superscript"/>
        </w:rPr>
        <w:t>1</w:t>
      </w:r>
      <w:r w:rsidRPr="009C0B5A">
        <w:t>Email</w:t>
      </w:r>
      <w:r>
        <w:t>: john@smith.com</w:t>
      </w:r>
      <w:r w:rsidRPr="009C0B5A">
        <w:t xml:space="preserve"> Address: Research and Education Center for the Learning Sciences, Shizuoka Univ.</w:t>
      </w:r>
      <w:r>
        <w:t>Full postal address ORCID ID if avaiable</w:t>
      </w:r>
      <w:r w:rsidR="0062304A">
        <w:t xml:space="preserve"> </w:t>
      </w:r>
      <w:r w:rsidR="0062304A" w:rsidRPr="0062304A">
        <w:rPr>
          <w:highlight w:val="yellow"/>
        </w:rPr>
        <w:t>JLA18 Author Affilitations</w:t>
      </w:r>
    </w:p>
    <w:p w:rsidR="0062304A" w:rsidRDefault="004C5A56" w:rsidP="0062304A">
      <w:pPr>
        <w:pStyle w:val="JLA18AuthorAffiliations"/>
      </w:pPr>
      <w:r w:rsidRPr="002471E1">
        <w:rPr>
          <w:vertAlign w:val="superscript"/>
        </w:rPr>
        <w:t>2</w:t>
      </w:r>
      <w:r w:rsidR="009C0B5A">
        <w:t>Email:james@smith.com Address:  D</w:t>
      </w:r>
      <w:r>
        <w:t>epartment of Computer Science, Example University,</w:t>
      </w:r>
      <w:r w:rsidR="009C0B5A">
        <w:t>Street, Building, Postal Code,</w:t>
      </w:r>
      <w:r>
        <w:t xml:space="preserve"> City, Country</w:t>
      </w:r>
      <w:r w:rsidR="009C0B5A">
        <w:t>, ORCID ID if available</w:t>
      </w:r>
      <w:r w:rsidR="0062304A">
        <w:t xml:space="preserve"> </w:t>
      </w:r>
    </w:p>
    <w:p w:rsidR="0062304A" w:rsidRDefault="0062304A" w:rsidP="0062304A">
      <w:pPr>
        <w:pStyle w:val="JLA18AuthorAffiliations"/>
      </w:pPr>
      <w:r>
        <w:rPr>
          <w:vertAlign w:val="superscript"/>
        </w:rPr>
        <w:t>3</w:t>
      </w:r>
      <w:r>
        <w:t xml:space="preserve">Email:james@smith.com Address:  Department of Computer Science, Example University,Street, Building, Postal Code, City, Country, ORCID ID if available </w:t>
      </w:r>
    </w:p>
    <w:p w:rsidR="004C5A56" w:rsidRDefault="0062304A" w:rsidP="0062304A">
      <w:pPr>
        <w:pStyle w:val="JLA18AuthorAffiliations"/>
      </w:pPr>
      <w:r>
        <w:rPr>
          <w:vertAlign w:val="superscript"/>
        </w:rPr>
        <w:t>4</w:t>
      </w:r>
      <w:r>
        <w:t>Email:james@smith.com Address:  Department of Computer Science, Example University,Street, Building, Postal Code, City, Country, ORCID ID if available</w:t>
      </w:r>
    </w:p>
    <w:p w:rsidR="004C5A56" w:rsidRPr="003D4697" w:rsidRDefault="004C5A56" w:rsidP="003D4697">
      <w:pPr>
        <w:pStyle w:val="JLAHeadingLevel11"/>
      </w:pPr>
      <w:r w:rsidRPr="003D4697">
        <w:t>Introduction</w:t>
      </w:r>
      <w:r w:rsidR="0062304A">
        <w:t xml:space="preserve"> Capitalised </w:t>
      </w:r>
      <w:r w:rsidR="0062304A" w:rsidRPr="0062304A">
        <w:rPr>
          <w:highlight w:val="yellow"/>
        </w:rPr>
        <w:t>1. JLA Heading Level 1 (1)</w:t>
      </w:r>
    </w:p>
    <w:p w:rsidR="00FF67F0" w:rsidRDefault="0062304A" w:rsidP="00FF67F0">
      <w:pPr>
        <w:pStyle w:val="JLA18BodyText1stPara"/>
      </w:pPr>
      <w:r>
        <w:t xml:space="preserve">If you have used older JLA template, please delete it from your template library. Prior to applying this JLA template (.dot file), please check that the page settings are set to the following: top margin: 2.22; bottom: 1.48, left: 1.8, right: 1.73, gutter 0. US Letter. Canadian language. Set the default paragraph to </w:t>
      </w:r>
      <w:r w:rsidRPr="0062304A">
        <w:rPr>
          <w:highlight w:val="yellow"/>
        </w:rPr>
        <w:t>JLA_Normal</w:t>
      </w:r>
      <w:r>
        <w:t xml:space="preserve"> style (Times New Roman 10, multiple space 1.04, indentation left 0.19, right 0.2, hanging by 0.01 cm, widow/orphan control).</w:t>
      </w:r>
      <w:r w:rsidR="0086779F">
        <w:t xml:space="preserve"> First paragraph </w:t>
      </w:r>
      <w:r>
        <w:t xml:space="preserve">of the body should </w:t>
      </w:r>
      <w:r w:rsidR="0086779F">
        <w:t xml:space="preserve">not </w:t>
      </w:r>
      <w:r>
        <w:t xml:space="preserve">be indented. For formatting use </w:t>
      </w:r>
      <w:r w:rsidRPr="0062304A">
        <w:rPr>
          <w:highlight w:val="yellow"/>
        </w:rPr>
        <w:t>JLA 18 Body Text 1</w:t>
      </w:r>
      <w:r w:rsidRPr="0062304A">
        <w:rPr>
          <w:highlight w:val="yellow"/>
          <w:vertAlign w:val="superscript"/>
        </w:rPr>
        <w:t>st</w:t>
      </w:r>
      <w:r w:rsidRPr="0062304A">
        <w:rPr>
          <w:highlight w:val="yellow"/>
        </w:rPr>
        <w:t xml:space="preserve"> Para.</w:t>
      </w:r>
    </w:p>
    <w:p w:rsidR="0062304A" w:rsidRDefault="0062304A" w:rsidP="00FF67F0">
      <w:pPr>
        <w:pStyle w:val="JLA18BodyText2ndPara"/>
      </w:pPr>
      <w:r w:rsidRPr="00FF67F0">
        <w:t xml:space="preserve">The second paragraph is indented, using </w:t>
      </w:r>
      <w:r w:rsidRPr="00FF67F0">
        <w:rPr>
          <w:highlight w:val="yellow"/>
        </w:rPr>
        <w:t>Body Text 2nd para</w:t>
      </w:r>
      <w:r w:rsidRPr="00FF67F0">
        <w:t xml:space="preserve">. </w:t>
      </w:r>
      <w:r>
        <w:t xml:space="preserve">This formatting applies to all paragraphs except the very first ones in the section. </w:t>
      </w:r>
    </w:p>
    <w:p w:rsidR="004C5A56" w:rsidRDefault="004C5A56" w:rsidP="0062304A">
      <w:pPr>
        <w:pStyle w:val="BodyText2ndParaJLA18"/>
      </w:pPr>
      <w:r>
        <w:t>Note that JLA uses up to 3 levels of</w:t>
      </w:r>
      <w:r w:rsidR="0062304A">
        <w:t xml:space="preserve"> heading:</w:t>
      </w:r>
      <w:r>
        <w:t xml:space="preserve"> </w:t>
      </w:r>
      <w:r w:rsidR="0062304A">
        <w:t xml:space="preserve">JLA Heading Level 1 (1), JLA Heading Level 2 (1.2), JLA Heading Level 3 (1.3) </w:t>
      </w:r>
      <w:r>
        <w:t>Please do not add additional levels beyond the three that have been provided. This is an example of including math cos π = 1 and α directly within the text1. Important formulas should be presented on a seperate line as shown in the next section (See Formula 1). All figures and tables should be explicitly referenced in the appropriate part of the text (See Table 1 and Figure 2).</w:t>
      </w:r>
    </w:p>
    <w:p w:rsidR="004C5A56" w:rsidRDefault="004C5A56" w:rsidP="0062304A">
      <w:pPr>
        <w:pStyle w:val="JLA18BodyText2ndPara"/>
      </w:pPr>
      <w:r>
        <w:t>This template use</w:t>
      </w:r>
      <w:r w:rsidR="0062304A">
        <w:t>s APA style in-text referencing (</w:t>
      </w:r>
      <w:r>
        <w:t>the apacite package</w:t>
      </w:r>
      <w:r w:rsidR="0062304A">
        <w:t xml:space="preserve"> for LaTeX users)</w:t>
      </w:r>
      <w:r>
        <w:t>. This is an example on how to cite (Figueredo &amp; Wolf, 2009). Here is a citation when you want to address the authors directly, for example the work of Archambault, Janosz, Fallu, and Pagani (2009).</w:t>
      </w:r>
    </w:p>
    <w:p w:rsidR="004C5A56" w:rsidRPr="004C5A56" w:rsidRDefault="004C5A56" w:rsidP="0062304A">
      <w:pPr>
        <w:pStyle w:val="JLA18BodyText2ndPara"/>
        <w:rPr>
          <w:lang w:val="fr-FR"/>
        </w:rPr>
      </w:pPr>
      <w:r>
        <w:t xml:space="preserve">Lorem ipsum dolor sit amet, consectetuer adipiscing elit. Ut purus elit, vestibulum ut, placerat ac, adipiscing vitae, felis. </w:t>
      </w:r>
      <w:r w:rsidRPr="004C5A56">
        <w:rPr>
          <w:lang w:val="fr-FR"/>
        </w:rPr>
        <w:t xml:space="preserve">Curabitur dictum gravida mauris. Nam arcu libero, nonummy eget, consectetuer id, vulputate a, magna. Donec vehicula augue eu neque. Pellentesque habitant morbi tristique senectus et netus et malesuada fames ac turpis egestas. Mauris ut leo. Cras viverra metus rhoncus sem. Nulla et lectus vestibulum urna fringilla ultrices. Phasellus eu tellus sit amet tortor gravida placerat. Integer sapien est, iaculis in, pretium quis, viverra ac, nunc. Praesent eget sem vel leo ultrices bibendum. Aenean faucibus. </w:t>
      </w:r>
      <w:r w:rsidRPr="004C5A56">
        <w:rPr>
          <w:lang w:val="fr-FR"/>
        </w:rPr>
        <w:lastRenderedPageBreak/>
        <w:t xml:space="preserve">Morbi dolor nulla, malesuada eu, pulvinar at, mollis ac, nulla. Curabitur auctor semper nulla. Donec varius orci eget risus. Duis nibh mi, congue eu, accumsan eleifend, sagittis quis, diam. Duis eget orci </w:t>
      </w:r>
      <w:r w:rsidR="000B04DD">
        <w:rPr>
          <w:lang w:val="fr-FR"/>
        </w:rPr>
        <w:t>sit amet orci dignissim rutrum.</w:t>
      </w:r>
    </w:p>
    <w:p w:rsidR="004C5A56" w:rsidRDefault="004C5A56" w:rsidP="0086779F">
      <w:pPr>
        <w:pStyle w:val="JLA18BodyText2ndPara"/>
      </w:pPr>
      <w:r w:rsidRPr="00972DA9">
        <w:rPr>
          <w:lang w:val="fr-FR"/>
        </w:rPr>
        <w:t xml:space="preserve">Nam dui ligula, fringilla a, euismod sodales, sollicitudin vel, wisi. Morbi auctor lorem non justo. Nam lacus libero, pretium at, lobortis vitae, ultricies et, tellus. Donec aliquet, tortor sed accumsan bibendum, erat ligula aliquet magna, vitae ornare odio metus a mi. Morbi ac orci et nisl hendrerit mollis. </w:t>
      </w:r>
      <w:r w:rsidRPr="00FF67F0">
        <w:rPr>
          <w:lang w:val="fr-FR"/>
        </w:rPr>
        <w:t xml:space="preserve">Suspendisse ut massa. </w:t>
      </w:r>
      <w:r>
        <w:t>Cras nec ante. Pellentesque a nulla. Cum</w:t>
      </w:r>
    </w:p>
    <w:p w:rsidR="004C5A56" w:rsidRPr="00972DA9" w:rsidRDefault="004C5A56" w:rsidP="0086779F">
      <w:pPr>
        <w:pStyle w:val="JLA18BodyText2ndPara"/>
        <w:rPr>
          <w:lang w:val="fr-FR"/>
        </w:rPr>
      </w:pPr>
      <w:r>
        <w:t>And an example of a footnote including mat</w:t>
      </w:r>
      <w:r w:rsidR="000B04DD">
        <w:t>h cos π = −1 and α in the text.</w:t>
      </w:r>
      <w:r w:rsidR="0086779F">
        <w:t xml:space="preserve"> </w:t>
      </w:r>
      <w:r w:rsidR="0086779F" w:rsidRPr="0086779F">
        <w:rPr>
          <w:lang w:val="fr-FR"/>
        </w:rPr>
        <w:t>S</w:t>
      </w:r>
      <w:r w:rsidRPr="0086779F">
        <w:rPr>
          <w:lang w:val="fr-FR"/>
        </w:rPr>
        <w:t xml:space="preserve">ociis natoque penatibus et magnis dis parturient montes, nascetur ridiculus mus. </w:t>
      </w:r>
      <w:r w:rsidRPr="004C5A56">
        <w:rPr>
          <w:lang w:val="fr-FR"/>
        </w:rPr>
        <w:t>Aliquam tincidunt urna. Nulla ullamcorper vestibulum turpis. Pellentesque cursus luctus mauris.</w:t>
      </w:r>
    </w:p>
    <w:p w:rsidR="004C5A56" w:rsidRPr="004C5A56" w:rsidRDefault="004C5A56" w:rsidP="00C66210">
      <w:pPr>
        <w:pStyle w:val="JLA18BodyText2ndPara"/>
        <w:rPr>
          <w:lang w:val="fr-FR"/>
        </w:rPr>
      </w:pPr>
      <w:r w:rsidRPr="004C5A56">
        <w:rPr>
          <w:lang w:val="fr-FR"/>
        </w:rPr>
        <w:t>Nulla malesuada porttitor diam. Donec felis erat, congue non, volutpat at, tincidunt tristique, libero. Vivamus viverra fermentum felis. Donec nonummy pellentesque ante. Phasellus adipiscing semper elit.  Proin fermentum massa ac quam.  Sed diam turpis, molestie vitae, placerat a, molestie nec, leo. Maecenas lacinia. Nam ipsum ligula, eleifend at, accumsan  nec, suscipit a, ipsum. Morbi blandit ligula feugiat magna. Nunc eleifend consequat lorem. Sed lacinia nulla vitae enim. Pellentesque tincidunt purus vel magna. Integer non enim. Praesent euismod nunc eu purus. Donec bibendum quam in tellus. Nullam cursus pulvinar lectus. Donec et mi. Nam vulputate metus eu enim. Vestibul</w:t>
      </w:r>
      <w:r w:rsidR="000B04DD">
        <w:rPr>
          <w:lang w:val="fr-FR"/>
        </w:rPr>
        <w:t>um pellentesque felis eu massa.</w:t>
      </w:r>
    </w:p>
    <w:p w:rsidR="004C5A56" w:rsidRPr="003D4697" w:rsidRDefault="000B04DD" w:rsidP="003D4697">
      <w:pPr>
        <w:pStyle w:val="JLAHeadingLevel11"/>
      </w:pPr>
      <w:r w:rsidRPr="003D4697">
        <w:t>Methods</w:t>
      </w:r>
    </w:p>
    <w:p w:rsidR="004C5A56" w:rsidRPr="00FF67F0" w:rsidRDefault="004C5A56" w:rsidP="00C66210">
      <w:pPr>
        <w:pStyle w:val="JLA18BodyText1stPara"/>
        <w:rPr>
          <w:lang w:val="en-AU"/>
        </w:rPr>
      </w:pPr>
      <w:r w:rsidRPr="004C5A56">
        <w:rPr>
          <w:lang w:val="fr-FR"/>
        </w:rPr>
        <w:t xml:space="preserve">Quisque ullamcorper placerat ipsum. Cras nibh. Morbi vel justo vitae lacus tincidunt ultrices. Lorem ipsum dolor sit amet, consectetuer adipiscing elit. In hac habitasse platea dictumst. Integer tempus convallis augue. Etiam facilisis. Nunc elementum fermentum wisi. </w:t>
      </w:r>
      <w:r w:rsidRPr="004C5A56">
        <w:rPr>
          <w:lang w:val="da-DK"/>
        </w:rPr>
        <w:t xml:space="preserve">Aenean placerat. Ut imperdiet, enim sed gravida sollicitudin, felis odio placerat quam, ac pulvinar elit purus eget enim. </w:t>
      </w:r>
      <w:r w:rsidRPr="00FF67F0">
        <w:rPr>
          <w:lang w:val="en-AU"/>
        </w:rPr>
        <w:t>Nunc vitae tortor. Proin tempus nibh sit amet nisl. Vivamus quis tor</w:t>
      </w:r>
      <w:r w:rsidR="000B04DD" w:rsidRPr="00FF67F0">
        <w:rPr>
          <w:lang w:val="en-AU"/>
        </w:rPr>
        <w:t>tor vitae risus porta vehicula.</w:t>
      </w:r>
    </w:p>
    <w:p w:rsidR="004C5A56" w:rsidRPr="0086779F" w:rsidRDefault="004C5A56" w:rsidP="0086779F">
      <w:pPr>
        <w:pStyle w:val="JLA18In-TextParagraphList"/>
      </w:pPr>
      <w:r w:rsidRPr="0086779F">
        <w:t>First item in a list</w:t>
      </w:r>
    </w:p>
    <w:p w:rsidR="004C5A56" w:rsidRPr="0086779F" w:rsidRDefault="004C5A56" w:rsidP="0086779F">
      <w:pPr>
        <w:pStyle w:val="JLA18In-TextParagraphList"/>
      </w:pPr>
      <w:r w:rsidRPr="0086779F">
        <w:t>Second item in a list</w:t>
      </w:r>
    </w:p>
    <w:p w:rsidR="004C5A56" w:rsidRPr="0086779F" w:rsidRDefault="00FA49DE" w:rsidP="0086779F">
      <w:pPr>
        <w:pStyle w:val="JLA18In-TextParagraphList"/>
      </w:pPr>
      <w:r w:rsidRPr="0086779F">
        <w:t>Third item in a lis</w:t>
      </w:r>
    </w:p>
    <w:p w:rsidR="004C5A56" w:rsidRPr="008E27B4" w:rsidRDefault="004C5A56" w:rsidP="008E27B4">
      <w:pPr>
        <w:pStyle w:val="JLAHeadingLevel211"/>
      </w:pPr>
      <w:r w:rsidRPr="008E27B4">
        <w:t>Subsection</w:t>
      </w:r>
      <w:r w:rsidR="0062304A">
        <w:t xml:space="preserve"> </w:t>
      </w:r>
      <w:r w:rsidR="0062304A" w:rsidRPr="0062304A">
        <w:rPr>
          <w:highlight w:val="yellow"/>
        </w:rPr>
        <w:t>Use 1.1. JLA Heading Level 2 (1.1)</w:t>
      </w:r>
    </w:p>
    <w:p w:rsidR="004C5A56" w:rsidRPr="004C5A56" w:rsidRDefault="004C5A56" w:rsidP="00C66210">
      <w:pPr>
        <w:pStyle w:val="JLA18BodyText1stPara"/>
        <w:rPr>
          <w:lang w:val="fr-FR"/>
        </w:rPr>
      </w:pPr>
      <w:r w:rsidRPr="00FF67F0">
        <w:rPr>
          <w:lang w:val="da-DK"/>
        </w:rPr>
        <w:t>Suspendisse vel felis. Ut lorem lorem, interdum eu, tincidunt sit amet, laoreet vitae, arcu. Aenean faucibus pede eu ante. Pr</w:t>
      </w:r>
      <w:r w:rsidRPr="004C5A56">
        <w:rPr>
          <w:lang w:val="da-DK"/>
        </w:rPr>
        <w:t xml:space="preserve">aesent enim elit, rutrum at, molestie non, nonummy vel, nisl. Ut lectus eros, malesuada sit amet, fermentum eu, sodales cursus, magna. </w:t>
      </w:r>
      <w:r w:rsidRPr="004C5A56">
        <w:rPr>
          <w:lang w:val="fr-FR"/>
        </w:rPr>
        <w:t>Donec eu purus. Quisque vehicula, urna sed ultricies auctor, pede lorem egestas dui, et convallis elit erat sed nulla. Donec luctus. Curabitur et nunc. Aliquam dolor odio, commodo pretium, ultricies non, pharetra in, velit. Integer arcu est, nonummy in, ferment</w:t>
      </w:r>
      <w:r w:rsidR="000B04DD">
        <w:rPr>
          <w:lang w:val="fr-FR"/>
        </w:rPr>
        <w:t>um faucibus, egestas vel, odio.</w:t>
      </w:r>
    </w:p>
    <w:p w:rsidR="004C5A56" w:rsidRPr="008E27B4" w:rsidRDefault="004C5A56" w:rsidP="008E27B4">
      <w:pPr>
        <w:pStyle w:val="JLAHeadingLevel211"/>
      </w:pPr>
      <w:r w:rsidRPr="008E27B4">
        <w:t>Subsection</w:t>
      </w:r>
    </w:p>
    <w:p w:rsidR="004C5A56" w:rsidRPr="004C5A56" w:rsidRDefault="004C5A56" w:rsidP="00C66210">
      <w:pPr>
        <w:pStyle w:val="JLA18BodyText1stPara"/>
        <w:rPr>
          <w:lang w:val="fr-FR"/>
        </w:rPr>
      </w:pPr>
      <w:r w:rsidRPr="008E27B4">
        <w:t xml:space="preserve">Morbi luctus, wisi viverra faucibus pretium, nibh est placerat odio, nec commodo wisi enim eget quam. </w:t>
      </w:r>
      <w:r w:rsidRPr="004C5A56">
        <w:rPr>
          <w:lang w:val="fr-FR"/>
        </w:rPr>
        <w:t>Quisque libero  justo, consectetuer a, feugiat vitae, porttitor eu, libero. Suspendisse sed mauris vitae elit sollicitudin malesuada. Maecenas ultricies eros sit amet ante. Ut venenatis velit. Maecenas sed mi eget dui varius euismod. Phasellus al</w:t>
      </w:r>
      <w:r w:rsidR="0086779F">
        <w:rPr>
          <w:lang w:val="fr-FR"/>
        </w:rPr>
        <w:t xml:space="preserve">iquet volutpat odio. </w:t>
      </w:r>
      <w:r w:rsidR="0086779F" w:rsidRPr="00972DA9">
        <w:rPr>
          <w:lang w:val="fr-FR"/>
        </w:rPr>
        <w:t xml:space="preserve">Vestibulum. Maecenas ultricies eros sit amet ante. Ut venenatis velit. Maecenas sed mi eget dui varius euismod. </w:t>
      </w:r>
      <w:r w:rsidR="0086779F" w:rsidRPr="0086779F">
        <w:rPr>
          <w:lang w:val="da-DK"/>
        </w:rPr>
        <w:t xml:space="preserve">Phasellus aliquet volutpat odio. </w:t>
      </w:r>
      <w:r w:rsidR="0086779F" w:rsidRPr="004C5A56">
        <w:rPr>
          <w:lang w:val="fr-FR"/>
        </w:rPr>
        <w:t>Vestibulum</w:t>
      </w:r>
      <w:r w:rsidR="0086779F">
        <w:rPr>
          <w:lang w:val="fr-FR"/>
        </w:rPr>
        <w:t>.</w:t>
      </w:r>
    </w:p>
    <w:p w:rsidR="004C5A56" w:rsidRPr="004C5A56" w:rsidRDefault="004C5A56" w:rsidP="004C5A56">
      <w:pPr>
        <w:rPr>
          <w:lang w:val="fr-FR"/>
        </w:rPr>
      </w:pPr>
    </w:p>
    <w:p w:rsidR="00FA49DE" w:rsidRDefault="002471E1" w:rsidP="002471E1">
      <w:pPr>
        <w:jc w:val="center"/>
      </w:pPr>
      <w:r w:rsidRPr="00001F18">
        <w:rPr>
          <w:rFonts w:ascii="Calibri" w:hAnsi="Calibri" w:cs="Calibri"/>
          <w:sz w:val="22"/>
          <w:szCs w:val="22"/>
          <w:lang w:val="en-SG" w:eastAsia="zh-CN"/>
        </w:rPr>
        <w:drawing>
          <wp:inline distT="0" distB="0" distL="0" distR="0" wp14:anchorId="2283C889" wp14:editId="34B0F095">
            <wp:extent cx="5627849" cy="155020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30873" cy="1551036"/>
                    </a:xfrm>
                    <a:prstGeom prst="rect">
                      <a:avLst/>
                    </a:prstGeom>
                    <a:noFill/>
                  </pic:spPr>
                </pic:pic>
              </a:graphicData>
            </a:graphic>
          </wp:inline>
        </w:drawing>
      </w:r>
    </w:p>
    <w:p w:rsidR="004C5A56" w:rsidRPr="002471E1" w:rsidRDefault="004C5A56" w:rsidP="002471E1">
      <w:pPr>
        <w:pStyle w:val="JLA18FigureCaption"/>
        <w:rPr>
          <w:rFonts w:ascii="Times New Roman" w:hAnsi="Times New Roman"/>
          <w:sz w:val="20"/>
        </w:rPr>
      </w:pPr>
      <w:r w:rsidRPr="002471E1">
        <w:t xml:space="preserve">Figure 2. </w:t>
      </w:r>
      <w:r w:rsidR="002471E1" w:rsidRPr="002471E1">
        <w:rPr>
          <w:rFonts w:ascii="Times New Roman" w:hAnsi="Times New Roman"/>
          <w:b w:val="0"/>
          <w:sz w:val="20"/>
        </w:rPr>
        <w:t>In-text p</w:t>
      </w:r>
      <w:r w:rsidRPr="002471E1">
        <w:rPr>
          <w:rFonts w:ascii="Times New Roman" w:hAnsi="Times New Roman"/>
          <w:b w:val="0"/>
          <w:sz w:val="20"/>
        </w:rPr>
        <w:t>icture</w:t>
      </w:r>
      <w:r w:rsidR="0062304A">
        <w:rPr>
          <w:rFonts w:ascii="Times New Roman" w:hAnsi="Times New Roman"/>
          <w:b w:val="0"/>
          <w:sz w:val="20"/>
        </w:rPr>
        <w:t>. Note that there are two fonts used in the figure and table captions. Arial 10 bold for Figure and numebr, and the title and notes in Times New Roman 10. The captions are to be centered.</w:t>
      </w:r>
    </w:p>
    <w:p w:rsidR="004C5A56" w:rsidRPr="008E27B4" w:rsidRDefault="004C5A56" w:rsidP="008E27B4">
      <w:pPr>
        <w:pStyle w:val="JLAHeadingLevel11"/>
      </w:pPr>
      <w:r w:rsidRPr="008E27B4">
        <w:t>Results and Discussion</w:t>
      </w:r>
    </w:p>
    <w:p w:rsidR="007744D4" w:rsidRPr="008E27B4" w:rsidRDefault="004C5A56" w:rsidP="007744D4">
      <w:pPr>
        <w:pStyle w:val="JLA18BodyText1stPara"/>
        <w:rPr>
          <w:lang w:val="fr-FR"/>
        </w:rPr>
      </w:pPr>
      <w:r w:rsidRPr="004C5A56">
        <w:rPr>
          <w:lang w:val="fr-FR"/>
        </w:rPr>
        <w:t xml:space="preserve">Suspendisse vitae elit. Aliquam arcu neque, ornare in, ullamcorper quis, commodo eu, libero. Fusce sagittis erat at erat tristique mollis. Maecenas sapien libero, molestie et, lobortis in, sodales eget, dui. Morbi ultrices rutrum lorem. Nam elementum </w:t>
      </w:r>
      <w:r w:rsidRPr="004C5A56">
        <w:rPr>
          <w:lang w:val="fr-FR"/>
        </w:rPr>
        <w:lastRenderedPageBreak/>
        <w:t xml:space="preserve">ullamcorper leo. Morbi dui. Aliquam sagittis. Nunc placerat. Pellentesque tristique sodales est. Maecenas imperdiet lacinia velit. Cras non urna. Morbi eros pede, suscipit ac, varius vel, egestas non, eros. </w:t>
      </w:r>
      <w:r w:rsidRPr="008E27B4">
        <w:rPr>
          <w:lang w:val="fr-FR"/>
        </w:rPr>
        <w:t>Praesent malesuada, diam id pretium elementum, eros sem dictum tortor, vel consectetuer odio sem sed wisi.</w:t>
      </w:r>
    </w:p>
    <w:p w:rsidR="004C5A56" w:rsidRPr="008E27B4" w:rsidRDefault="004C5A56" w:rsidP="008E27B4">
      <w:pPr>
        <w:pStyle w:val="JLAHeadingLevel211"/>
      </w:pPr>
      <w:r w:rsidRPr="008E27B4">
        <w:t>Subsection</w:t>
      </w:r>
    </w:p>
    <w:p w:rsidR="004C5A56" w:rsidRPr="0062304A" w:rsidRDefault="0062304A" w:rsidP="00FA49DE">
      <w:pPr>
        <w:pStyle w:val="JLA18BodyText1stPara"/>
        <w:rPr>
          <w:lang w:val="en-AU"/>
        </w:rPr>
      </w:pPr>
      <w:r w:rsidRPr="0062304A">
        <w:rPr>
          <w:lang w:val="en-AU"/>
        </w:rPr>
        <w:t xml:space="preserve">Tables should not use color unless strictly necessary. Please use vertical and horizontal lines sparringly. </w:t>
      </w:r>
      <w:r>
        <w:rPr>
          <w:lang w:val="en-AU"/>
        </w:rPr>
        <w:t>The tables should be centered and formatted to be easy to read.</w:t>
      </w:r>
      <w:r w:rsidR="004C5A56" w:rsidRPr="0062304A">
        <w:rPr>
          <w:lang w:val="en-AU"/>
        </w:rPr>
        <w:t>.</w:t>
      </w:r>
    </w:p>
    <w:p w:rsidR="00123810" w:rsidRPr="00123810" w:rsidRDefault="00123810" w:rsidP="00123810">
      <w:pPr>
        <w:pStyle w:val="JLA18TableCaption"/>
        <w:ind w:left="0" w:firstLine="0"/>
        <w:rPr>
          <w:lang w:val="en-AU"/>
        </w:rPr>
      </w:pPr>
      <w:r w:rsidRPr="00123810">
        <w:t xml:space="preserve">Table 1. </w:t>
      </w:r>
      <w:r w:rsidRPr="00123810">
        <w:rPr>
          <w:rFonts w:ascii="Times New Roman" w:hAnsi="Times New Roman"/>
          <w:b w:val="0"/>
        </w:rPr>
        <w:t>Table of Grades</w:t>
      </w:r>
    </w:p>
    <w:tbl>
      <w:tblPr>
        <w:tblStyle w:val="TableJLA18"/>
        <w:tblW w:w="0" w:type="auto"/>
        <w:tblLook w:val="04A0" w:firstRow="1" w:lastRow="0" w:firstColumn="1" w:lastColumn="0" w:noHBand="0" w:noVBand="1"/>
      </w:tblPr>
      <w:tblGrid>
        <w:gridCol w:w="3814"/>
      </w:tblGrid>
      <w:tr w:rsidR="00123810" w:rsidRPr="00123810" w:rsidTr="0062304A">
        <w:trPr>
          <w:trHeight w:val="271"/>
        </w:trPr>
        <w:tc>
          <w:tcPr>
            <w:tcW w:w="3814" w:type="dxa"/>
            <w:tcBorders>
              <w:bottom w:val="single" w:sz="4" w:space="0" w:color="auto"/>
            </w:tcBorders>
          </w:tcPr>
          <w:p w:rsidR="00123810" w:rsidRPr="00123810" w:rsidRDefault="00123810" w:rsidP="00EE176E">
            <w:r w:rsidRPr="00123810">
              <w:t>First name</w:t>
            </w:r>
            <w:r w:rsidRPr="00123810">
              <w:tab/>
              <w:t>Last Name</w:t>
            </w:r>
            <w:r w:rsidRPr="00123810">
              <w:tab/>
              <w:t>Grade</w:t>
            </w:r>
          </w:p>
        </w:tc>
      </w:tr>
      <w:tr w:rsidR="00123810" w:rsidRPr="00123810" w:rsidTr="0062304A">
        <w:trPr>
          <w:trHeight w:val="271"/>
        </w:trPr>
        <w:tc>
          <w:tcPr>
            <w:tcW w:w="3814" w:type="dxa"/>
            <w:tcBorders>
              <w:top w:val="single" w:sz="4" w:space="0" w:color="auto"/>
              <w:bottom w:val="nil"/>
            </w:tcBorders>
          </w:tcPr>
          <w:p w:rsidR="00123810" w:rsidRPr="00123810" w:rsidRDefault="00123810" w:rsidP="00EE176E">
            <w:r w:rsidRPr="00123810">
              <w:t>John</w:t>
            </w:r>
            <w:r w:rsidRPr="00123810">
              <w:tab/>
              <w:t>Doe</w:t>
            </w:r>
            <w:r w:rsidRPr="00123810">
              <w:tab/>
              <w:t>7.5</w:t>
            </w:r>
          </w:p>
        </w:tc>
      </w:tr>
      <w:tr w:rsidR="00123810" w:rsidRPr="00123810" w:rsidTr="0062304A">
        <w:trPr>
          <w:trHeight w:val="271"/>
        </w:trPr>
        <w:tc>
          <w:tcPr>
            <w:tcW w:w="3814" w:type="dxa"/>
            <w:tcBorders>
              <w:top w:val="nil"/>
              <w:bottom w:val="single" w:sz="4" w:space="0" w:color="auto"/>
            </w:tcBorders>
          </w:tcPr>
          <w:p w:rsidR="00123810" w:rsidRPr="00123810" w:rsidRDefault="00123810" w:rsidP="00EE176E">
            <w:r w:rsidRPr="00123810">
              <w:t>Richard</w:t>
            </w:r>
            <w:r w:rsidRPr="00123810">
              <w:tab/>
              <w:t>Miles</w:t>
            </w:r>
            <w:r w:rsidRPr="00123810">
              <w:tab/>
              <w:t>2</w:t>
            </w:r>
          </w:p>
        </w:tc>
      </w:tr>
    </w:tbl>
    <w:p w:rsidR="007F0BF6" w:rsidRPr="007F0BF6" w:rsidRDefault="007F0BF6" w:rsidP="007F0BF6"/>
    <w:p w:rsidR="004C5A56" w:rsidRPr="007744D4" w:rsidRDefault="004C5A56" w:rsidP="00715614">
      <w:pPr>
        <w:pStyle w:val="JLA18HeadlineLevel3111"/>
      </w:pPr>
      <w:r w:rsidRPr="007744D4">
        <w:t>Subsubsection</w:t>
      </w:r>
    </w:p>
    <w:p w:rsidR="004C5A56" w:rsidRPr="00017DD1" w:rsidRDefault="004C5A56" w:rsidP="007744D4">
      <w:pPr>
        <w:pStyle w:val="JLA18BodyText1stPara"/>
        <w:rPr>
          <w:lang w:val="fr-FR"/>
        </w:rPr>
      </w:pPr>
      <w:r w:rsidRPr="00FF67F0">
        <w:rPr>
          <w:lang w:val="fr-FR"/>
        </w:rPr>
        <w:t>Etiam euismod. Fusce facili</w:t>
      </w:r>
      <w:r w:rsidRPr="00017DD1">
        <w:rPr>
          <w:lang w:val="fr-FR"/>
        </w:rPr>
        <w:t>sis lacinia dui. Suspendisse potenti. In mi erat, cursus id, nonummy sed, ullamcorper eget, sapien. Praesent pretium, magna in eleifend egestas, pede pede pretium lorem, quis consectetuer tortor sapien facilisis magna. Mauris quis magna varius nulla scelerisque imperdiet. Aliquam non quam. Aliquam porttitor quam a lacus. Praesent vel arcu ut tortor cursus volutpat. In vitae pede quis diam bibendum placerat. Fusce elementum convallis neque. Sed dolor orci, scelerisque ac, dapibus nec, ultricies ut, mi. Duis nec dui quis leo sagittis commodo.</w:t>
      </w:r>
    </w:p>
    <w:p w:rsidR="004C5A56" w:rsidRPr="00715614" w:rsidRDefault="004C5A56" w:rsidP="00715614">
      <w:r w:rsidRPr="00715614">
        <w:t>Word Definitio</w:t>
      </w:r>
      <w:r w:rsidR="000B04DD" w:rsidRPr="00715614">
        <w:t>n Concept Explanation Idea Text</w:t>
      </w:r>
    </w:p>
    <w:p w:rsidR="004C5A56" w:rsidRPr="008E27B4" w:rsidRDefault="007744D4" w:rsidP="00715614">
      <w:pPr>
        <w:pStyle w:val="JLA18HeadlineLevel3111"/>
      </w:pPr>
      <w:r w:rsidRPr="008E27B4">
        <w:t>S</w:t>
      </w:r>
      <w:r w:rsidR="004C5A56" w:rsidRPr="008E27B4">
        <w:t>ubsubsection</w:t>
      </w:r>
    </w:p>
    <w:p w:rsidR="004C5A56" w:rsidRDefault="004C5A56" w:rsidP="00FA49DE">
      <w:pPr>
        <w:pStyle w:val="JLA18BodyText1stPara"/>
      </w:pPr>
      <w:r w:rsidRPr="004C5A56">
        <w:rPr>
          <w:lang w:val="fr-FR"/>
        </w:rPr>
        <w:t xml:space="preserve">Aliquam lectus. Vivamus leo. Quisque ornare tellus ullamcorper nulla. Mauris porttitor pharetra tortor.  Sed fringilla justo sed mauris. Mauris tellus. Sed non leo. Nullam elementum, magna in cursus sodales, augue est scelerisque sapien, venenatis congue nulla arcu et pede. Ut suscipit enim vel sapien. Donec congue. Maecenas urna mi, suscipit in, placerat ut, vestibulum ut, massa. </w:t>
      </w:r>
      <w:r>
        <w:t>Fusce ultrices nulla et nisl.</w:t>
      </w:r>
    </w:p>
    <w:p w:rsidR="004C5A56" w:rsidRDefault="004C5A56" w:rsidP="0086779F">
      <w:pPr>
        <w:pStyle w:val="JLA18In-TextParagraphList"/>
      </w:pPr>
      <w:r>
        <w:t>First item in a list</w:t>
      </w:r>
    </w:p>
    <w:p w:rsidR="004C5A56" w:rsidRDefault="004C5A56" w:rsidP="0086779F">
      <w:pPr>
        <w:pStyle w:val="JLA18In-TextParagraphList"/>
      </w:pPr>
      <w:r>
        <w:t>Second item in a list</w:t>
      </w:r>
    </w:p>
    <w:p w:rsidR="007744D4" w:rsidRDefault="004C5A56" w:rsidP="0086779F">
      <w:pPr>
        <w:pStyle w:val="JLA18In-TextParagraphList"/>
      </w:pPr>
      <w:r>
        <w:t>Third item in a list</w:t>
      </w:r>
    </w:p>
    <w:p w:rsidR="004C5A56" w:rsidRPr="00715614" w:rsidRDefault="004C5A56" w:rsidP="00715614">
      <w:pPr>
        <w:pStyle w:val="JLA18HeadlineLevel3111"/>
      </w:pPr>
      <w:r w:rsidRPr="00715614">
        <w:t>Subsubsection</w:t>
      </w:r>
    </w:p>
    <w:p w:rsidR="004C5A56" w:rsidRPr="00113F57" w:rsidRDefault="004C5A56" w:rsidP="00FA49DE">
      <w:pPr>
        <w:pStyle w:val="JLA18BodyText1stPara"/>
        <w:rPr>
          <w:lang w:val="fr-FR"/>
        </w:rPr>
      </w:pPr>
      <w:r w:rsidRPr="00113F57">
        <w:rPr>
          <w:lang w:val="fr-FR"/>
        </w:rPr>
        <w:t>Etiam ac leo a risus tristique nonummy. Donec dignissim tincidunt nulla. Vestibulum rhoncus molestie odio. Sed lobortis, justo et pretium lobortis, mauris turpis condimentum augue, nec ultricies nibh arcu pretium enim. Nunc purus neque, placerat id, imperdiet sed, pellentesque nec, nisl. Vestibulum imperdiet neque non sem accumsan laoreet. In hac habitasse platea dictumst. Etiam condimentum facilisis libero. Suspendisse in elit quis nisl aliquam dapibus. Pellentesque auctor sapien. Sed egestas sapien nec lectus. Pellentesque vel dui vel neque bibendum viverra. Aliquam porttitor nisl nec pede. Proin mattis libero vel turpis. Donec rutrum mauris et libero. Proin euismod porta felis. Nam lobortis, metus quis elementum commodo, nunc lectus elementum mauris, eget vulputate ligula tel</w:t>
      </w:r>
      <w:r w:rsidR="000B04DD">
        <w:rPr>
          <w:lang w:val="fr-FR"/>
        </w:rPr>
        <w:t>lus eu neque. Vivamus eu dolor</w:t>
      </w:r>
    </w:p>
    <w:p w:rsidR="004C5A56" w:rsidRPr="007744D4" w:rsidRDefault="004C5A56" w:rsidP="003D4697">
      <w:pPr>
        <w:pStyle w:val="JLAHeadingLevel11"/>
      </w:pPr>
      <w:r w:rsidRPr="007744D4">
        <w:t>Conclusion</w:t>
      </w:r>
    </w:p>
    <w:p w:rsidR="004C5A56" w:rsidRDefault="004C5A56" w:rsidP="00FA49DE">
      <w:pPr>
        <w:pStyle w:val="JLA18BodyText1stPara"/>
        <w:rPr>
          <w:lang w:val="fr-FR"/>
        </w:rPr>
      </w:pPr>
      <w:r w:rsidRPr="008E27B4">
        <w:rPr>
          <w:lang w:val="fr-FR"/>
        </w:rPr>
        <w:t>Nulla in ipsum. Praesent eros nulla, congue vitae, euismod ut, commodo a, wisi. Pellentesque habitant morbi tristique senectus et netus et malesuada fames ac turpis egestas. Aenean nonummy magna non leo. Sed felis erat, ullamcorper in, dictum non, ultricies ut, lectus. Proin vel arcu a odio lobortis euismod. Vestibulum ante ipsum primis in faucibus orci luctus et ultrices posuere cubilia Curae; Proin ut est. Aliquam odio. Pellentesque massa turpis, cursus eu, euismod nec, tempor congue, nulla. Duis viverra gravida mauris. Cras tincidunt. Curabitur eros ligula, varius ut, pulvi</w:t>
      </w:r>
      <w:r w:rsidR="000B04DD" w:rsidRPr="008E27B4">
        <w:rPr>
          <w:lang w:val="fr-FR"/>
        </w:rPr>
        <w:t>nar in, cursus faucibus, augue.</w:t>
      </w:r>
    </w:p>
    <w:p w:rsidR="0062304A" w:rsidRPr="00FF67F0" w:rsidRDefault="0062304A" w:rsidP="0062304A">
      <w:pPr>
        <w:pStyle w:val="JLA18BodyText2ndPara"/>
        <w:rPr>
          <w:lang w:val="fr-FR"/>
        </w:rPr>
      </w:pPr>
      <w:r w:rsidRPr="00FF67F0">
        <w:rPr>
          <w:lang w:val="fr-FR"/>
        </w:rPr>
        <w:t>Nulla in ipsum. Praesent eros nulla, congue vitae, euismod ut, commodo a, wisi. Pellentesque habitant morbi tristique senectus et netus et malesuada fames ac turpis egestas. Aenean nonummy magna non leo. Sed felis erat, ullamcorper in, dictum non, ultricies ut, lectus. Proin vel arcu a odio lobortis euismod. Vestibulum ante ipsum primis in faucibus orci luctus et ultrices posuere cubilia Curae; Proin ut est. Aliquam odio. Pellentesque massa turpis, cursus eu, euismod nec, tempor congue, nulla. Duis viverra gravida mauris. Cras tincidunt. Curabitur eros ligula, varius ut, pulvinar in, cursus faucibus, augue.</w:t>
      </w:r>
    </w:p>
    <w:p w:rsidR="0062304A" w:rsidRPr="0062304A" w:rsidRDefault="0062304A" w:rsidP="0062304A">
      <w:pPr>
        <w:pStyle w:val="JLA18BodyText2ndPara"/>
        <w:rPr>
          <w:lang w:val="fr-FR"/>
        </w:rPr>
      </w:pPr>
      <w:r w:rsidRPr="0062304A">
        <w:rPr>
          <w:lang w:val="fr-FR"/>
        </w:rPr>
        <w:t>Nulla in ipsum. Praesent eros nulla, congue vitae, euismod ut, commodo a, wisi. Pellentesque habitant morbi tristique senectus et netus et malesuada fames ac turpis egestas. Aenean nonummy magna non leo. Sed felis erat, ullamcorper in, dictum non, ultricies ut, lectus. Proin vel arcu a odio lobortis euismod. Vestibulum ante ipsum primis in faucibus orci luctus et ultrices posuere cubilia Curae; Proin ut est. Aliquam odio. Pellentesque massa turpis, cursus eu, euismod nec, tempor congue, nulla. Duis viverra gravida mauris. Cras tincidunt. Curabitur eros ligula, varius ut, pulvinar in, cursus faucibus, augue.</w:t>
      </w:r>
    </w:p>
    <w:p w:rsidR="00972DA9" w:rsidRPr="0062304A" w:rsidRDefault="00972DA9" w:rsidP="00972DA9">
      <w:pPr>
        <w:pStyle w:val="UnnumberedHeading1JLA18"/>
        <w:keepNext w:val="0"/>
        <w:keepLines w:val="0"/>
      </w:pPr>
      <w:r w:rsidRPr="0062304A">
        <w:lastRenderedPageBreak/>
        <w:t xml:space="preserve">Declaration of Conflicting Interest </w:t>
      </w:r>
      <w:r w:rsidR="0062304A" w:rsidRPr="0062304A">
        <w:rPr>
          <w:highlight w:val="yellow"/>
        </w:rPr>
        <w:t>JLA 18 Unnumbered Heading 1</w:t>
      </w:r>
    </w:p>
    <w:p w:rsidR="00972DA9" w:rsidRPr="0062304A" w:rsidRDefault="00972DA9" w:rsidP="00972DA9">
      <w:pPr>
        <w:pStyle w:val="BodyText2ndParaJLA18"/>
        <w:spacing w:line="240" w:lineRule="auto"/>
        <w:ind w:firstLine="0"/>
      </w:pPr>
      <w:r w:rsidRPr="0062304A">
        <w:t>The author(s) declared no potential conflicts of interest with respect to the research, authorship, and/or publication of this article.</w:t>
      </w:r>
      <w:r w:rsidR="0062304A">
        <w:t xml:space="preserve"> Please insert relevant information here</w:t>
      </w:r>
    </w:p>
    <w:p w:rsidR="00972DA9" w:rsidRPr="0062304A" w:rsidRDefault="00972DA9" w:rsidP="00972DA9">
      <w:pPr>
        <w:pStyle w:val="UnnumberedHeading1JLA18"/>
        <w:keepNext w:val="0"/>
        <w:keepLines w:val="0"/>
      </w:pPr>
      <w:r w:rsidRPr="0062304A">
        <w:t>Funding</w:t>
      </w:r>
      <w:r w:rsidR="0062304A">
        <w:t xml:space="preserve"> </w:t>
      </w:r>
      <w:r w:rsidR="0062304A" w:rsidRPr="0062304A">
        <w:rPr>
          <w:highlight w:val="yellow"/>
        </w:rPr>
        <w:t>JLA 18 Unnumbered Heading 1</w:t>
      </w:r>
    </w:p>
    <w:p w:rsidR="00972DA9" w:rsidRPr="0062304A" w:rsidRDefault="00972DA9" w:rsidP="0062304A">
      <w:r w:rsidRPr="0062304A">
        <w:t>The author(s) declared no financial support for the research, authorship, and/or publication of this article.</w:t>
      </w:r>
      <w:r w:rsidR="0062304A" w:rsidRPr="0062304A">
        <w:t xml:space="preserve"> Or please insert other relevant information here.</w:t>
      </w:r>
    </w:p>
    <w:p w:rsidR="004C5A56" w:rsidRDefault="004C5A56" w:rsidP="00DD595E">
      <w:pPr>
        <w:pStyle w:val="JLA18UnnumberedHeading1"/>
      </w:pPr>
      <w:r>
        <w:t>References</w:t>
      </w:r>
      <w:r w:rsidR="0062304A">
        <w:t xml:space="preserve"> </w:t>
      </w:r>
      <w:r w:rsidR="0062304A" w:rsidRPr="0062304A">
        <w:rPr>
          <w:highlight w:val="yellow"/>
        </w:rPr>
        <w:t>JLA 18 Unnumbered Heading 1</w:t>
      </w:r>
    </w:p>
    <w:p w:rsidR="0062304A" w:rsidRPr="00AF7B83" w:rsidRDefault="0062304A" w:rsidP="0062304A">
      <w:pPr>
        <w:pStyle w:val="JLA18BodyText1stPara"/>
        <w:rPr>
          <w:b/>
        </w:rPr>
      </w:pPr>
      <w:r w:rsidRPr="00AF7B83">
        <w:rPr>
          <w:b/>
        </w:rPr>
        <w:t xml:space="preserve">Please ensure that all your references have the doi if such exist for the cited material. Please note that the format used for doi citation is </w:t>
      </w:r>
      <w:r w:rsidRPr="00AF7B83">
        <w:rPr>
          <w:b/>
          <w:highlight w:val="yellow"/>
        </w:rPr>
        <w:t>http:dx.doi.org/…..</w:t>
      </w:r>
      <w:r w:rsidRPr="00AF7B83">
        <w:rPr>
          <w:b/>
        </w:rPr>
        <w:t xml:space="preserve"> NOT doi:  </w:t>
      </w:r>
    </w:p>
    <w:p w:rsidR="0062304A" w:rsidRPr="0062304A" w:rsidRDefault="0062304A" w:rsidP="0062304A">
      <w:r w:rsidRPr="0062304A">
        <w:t xml:space="preserve">The body of the references can be formatted by applying: </w:t>
      </w:r>
      <w:r w:rsidRPr="0062304A">
        <w:rPr>
          <w:highlight w:val="yellow"/>
        </w:rPr>
        <w:t>JLA_References_Body</w:t>
      </w:r>
    </w:p>
    <w:p w:rsidR="004C5A56" w:rsidRPr="0062304A" w:rsidRDefault="004C5A56" w:rsidP="0062304A">
      <w:pPr>
        <w:pStyle w:val="JLAReferencesBody"/>
      </w:pPr>
      <w:r w:rsidRPr="00FF67F0">
        <w:rPr>
          <w:lang w:val="fr-FR"/>
        </w:rPr>
        <w:t xml:space="preserve">Archambault, I., Janosz, M., Fallu, J.-S., &amp; Pagani, L. S. (2009). </w:t>
      </w:r>
      <w:r w:rsidRPr="0062304A">
        <w:t>Student engagement and its relationship with early high school dropout. Journal of adolescence, 32(3), 651–670.</w:t>
      </w:r>
    </w:p>
    <w:p w:rsidR="00292AED" w:rsidRPr="0062304A" w:rsidRDefault="004C5A56" w:rsidP="0062304A">
      <w:pPr>
        <w:pStyle w:val="JLAReferencesBody"/>
      </w:pPr>
      <w:r w:rsidRPr="0062304A">
        <w:t>Figueredo, A. J., &amp; Wolf, P. S. A. (2009). Assortative pairing and life history strategy - a cross-cultural study. Human Nature, 20, 317-330.</w:t>
      </w:r>
    </w:p>
    <w:sectPr w:rsidR="00292AED" w:rsidRPr="0062304A" w:rsidSect="004F1003">
      <w:headerReference w:type="default" r:id="rId8"/>
      <w:footerReference w:type="even" r:id="rId9"/>
      <w:footerReference w:type="default" r:id="rId10"/>
      <w:pgSz w:w="12242" w:h="15842"/>
      <w:pgMar w:top="1259" w:right="981" w:bottom="839" w:left="1021" w:header="578" w:footer="6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2314" w:rsidRDefault="002D2314" w:rsidP="00CA76B0">
      <w:pPr>
        <w:spacing w:line="240" w:lineRule="auto"/>
      </w:pPr>
      <w:r>
        <w:separator/>
      </w:r>
    </w:p>
  </w:endnote>
  <w:endnote w:type="continuationSeparator" w:id="0">
    <w:p w:rsidR="002D2314" w:rsidRDefault="002D2314" w:rsidP="00CA76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27448077"/>
      <w:docPartObj>
        <w:docPartGallery w:val="Page Numbers (Bottom of Page)"/>
        <w:docPartUnique/>
      </w:docPartObj>
    </w:sdtPr>
    <w:sdtEndPr>
      <w:rPr>
        <w:rStyle w:val="PageNumber"/>
      </w:rPr>
    </w:sdtEndPr>
    <w:sdtContent>
      <w:p w:rsidR="009C0B5A" w:rsidRDefault="009C0B5A" w:rsidP="00D64C9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C0B5A" w:rsidRDefault="009C0B5A" w:rsidP="009C0B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i/>
        <w:sz w:val="18"/>
        <w:szCs w:val="18"/>
      </w:rPr>
      <w:id w:val="-2013051360"/>
      <w:docPartObj>
        <w:docPartGallery w:val="Page Numbers (Bottom of Page)"/>
        <w:docPartUnique/>
      </w:docPartObj>
    </w:sdtPr>
    <w:sdtEndPr>
      <w:rPr>
        <w:rStyle w:val="PageNumber"/>
      </w:rPr>
    </w:sdtEndPr>
    <w:sdtContent>
      <w:p w:rsidR="009C0B5A" w:rsidRPr="009C0B5A" w:rsidRDefault="009C0B5A" w:rsidP="009C0B5A">
        <w:pPr>
          <w:pStyle w:val="Footer"/>
          <w:framePr w:wrap="none" w:vAnchor="text" w:hAnchor="page" w:x="10968" w:y="422"/>
          <w:rPr>
            <w:rStyle w:val="PageNumber"/>
            <w:i/>
            <w:sz w:val="18"/>
            <w:szCs w:val="18"/>
          </w:rPr>
        </w:pPr>
        <w:r w:rsidRPr="009C0B5A">
          <w:rPr>
            <w:rStyle w:val="PageNumber"/>
            <w:i/>
            <w:sz w:val="18"/>
            <w:szCs w:val="18"/>
          </w:rPr>
          <w:fldChar w:fldCharType="begin"/>
        </w:r>
        <w:r w:rsidRPr="009C0B5A">
          <w:rPr>
            <w:rStyle w:val="PageNumber"/>
            <w:i/>
            <w:sz w:val="18"/>
            <w:szCs w:val="18"/>
          </w:rPr>
          <w:instrText xml:space="preserve"> PAGE </w:instrText>
        </w:r>
        <w:r w:rsidRPr="009C0B5A">
          <w:rPr>
            <w:rStyle w:val="PageNumber"/>
            <w:i/>
            <w:sz w:val="18"/>
            <w:szCs w:val="18"/>
          </w:rPr>
          <w:fldChar w:fldCharType="separate"/>
        </w:r>
        <w:r w:rsidRPr="009C0B5A">
          <w:rPr>
            <w:rStyle w:val="PageNumber"/>
            <w:i/>
            <w:sz w:val="18"/>
            <w:szCs w:val="18"/>
          </w:rPr>
          <w:t>1</w:t>
        </w:r>
        <w:r w:rsidRPr="009C0B5A">
          <w:rPr>
            <w:rStyle w:val="PageNumber"/>
            <w:i/>
            <w:sz w:val="18"/>
            <w:szCs w:val="18"/>
          </w:rPr>
          <w:fldChar w:fldCharType="end"/>
        </w:r>
      </w:p>
    </w:sdtContent>
  </w:sdt>
  <w:p w:rsidR="009C0B5A" w:rsidRDefault="009C0B5A" w:rsidP="009C0B5A">
    <w:pPr>
      <w:spacing w:before="120" w:line="240" w:lineRule="auto"/>
      <w:ind w:left="0" w:right="360" w:firstLine="0"/>
      <w:jc w:val="left"/>
      <w:rPr>
        <w:rFonts w:ascii="Arial" w:eastAsia="Times New Roman" w:hAnsi="Arial" w:cs="Arial"/>
        <w:noProof w:val="0"/>
        <w:sz w:val="14"/>
        <w:szCs w:val="14"/>
        <w:lang w:val="en-AU" w:eastAsia="en-AU"/>
      </w:rPr>
    </w:pPr>
    <w:r w:rsidRPr="00F86E86">
      <w:rPr>
        <w:rFonts w:ascii="Arial" w:eastAsia="Times New Roman" w:hAnsi="Arial" w:cs="Arial"/>
        <w:noProof w:val="0"/>
        <w:sz w:val="14"/>
        <w:szCs w:val="14"/>
        <w:lang w:val="en-AU" w:eastAsia="en-AU"/>
      </w:rPr>
      <w:t xml:space="preserve">ISSN 1929-7750 (online). The Journal of Learning Analytics works under a Creative Commons License, Attribution - </w:t>
    </w:r>
    <w:proofErr w:type="spellStart"/>
    <w:r w:rsidRPr="00F86E86">
      <w:rPr>
        <w:rFonts w:ascii="Arial" w:eastAsia="Times New Roman" w:hAnsi="Arial" w:cs="Arial"/>
        <w:noProof w:val="0"/>
        <w:sz w:val="14"/>
        <w:szCs w:val="14"/>
        <w:lang w:val="en-AU" w:eastAsia="en-AU"/>
      </w:rPr>
      <w:t>NonCommercial-NoDerivs</w:t>
    </w:r>
    <w:proofErr w:type="spellEnd"/>
    <w:r w:rsidRPr="00F86E86">
      <w:rPr>
        <w:rFonts w:ascii="Arial" w:eastAsia="Times New Roman" w:hAnsi="Arial" w:cs="Arial"/>
        <w:noProof w:val="0"/>
        <w:sz w:val="14"/>
        <w:szCs w:val="14"/>
        <w:lang w:val="en-AU" w:eastAsia="en-AU"/>
      </w:rPr>
      <w:t xml:space="preserve"> 3.0 </w:t>
    </w:r>
    <w:proofErr w:type="spellStart"/>
    <w:r w:rsidRPr="00F86E86">
      <w:rPr>
        <w:rFonts w:ascii="Arial" w:eastAsia="Times New Roman" w:hAnsi="Arial" w:cs="Arial"/>
        <w:noProof w:val="0"/>
        <w:sz w:val="14"/>
        <w:szCs w:val="14"/>
        <w:lang w:val="en-AU" w:eastAsia="en-AU"/>
      </w:rPr>
      <w:t>Unported</w:t>
    </w:r>
    <w:proofErr w:type="spellEnd"/>
    <w:r w:rsidRPr="00F86E86">
      <w:rPr>
        <w:rFonts w:ascii="Arial" w:eastAsia="Times New Roman" w:hAnsi="Arial" w:cs="Arial"/>
        <w:noProof w:val="0"/>
        <w:sz w:val="14"/>
        <w:szCs w:val="14"/>
        <w:lang w:val="en-AU" w:eastAsia="en-AU"/>
      </w:rPr>
      <w:t xml:space="preserve"> (CC BY-NC-ND 3.0</w:t>
    </w:r>
    <w:r>
      <w:rPr>
        <w:rFonts w:ascii="Arial" w:eastAsia="Times New Roman" w:hAnsi="Arial" w:cs="Arial"/>
        <w:noProof w:val="0"/>
        <w:sz w:val="14"/>
        <w:szCs w:val="14"/>
        <w:lang w:val="en-AU" w:eastAsia="en-AU"/>
      </w:rPr>
      <w:t>)</w:t>
    </w:r>
  </w:p>
  <w:p w:rsidR="003D4697" w:rsidRPr="009C0B5A" w:rsidRDefault="003D4697" w:rsidP="003D4697">
    <w:pPr>
      <w:pStyle w:val="Footer"/>
      <w:jc w:val="right"/>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2314" w:rsidRDefault="002D2314" w:rsidP="00CA76B0">
      <w:pPr>
        <w:spacing w:line="240" w:lineRule="auto"/>
      </w:pPr>
      <w:r>
        <w:separator/>
      </w:r>
    </w:p>
  </w:footnote>
  <w:footnote w:type="continuationSeparator" w:id="0">
    <w:p w:rsidR="002D2314" w:rsidRDefault="002D2314" w:rsidP="00CA76B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6779F" w:rsidRDefault="0062304A">
    <w:pPr>
      <w:pStyle w:val="Header"/>
    </w:pPr>
    <w:r>
      <w:drawing>
        <wp:anchor distT="0" distB="0" distL="0" distR="0" simplePos="0" relativeHeight="251659264" behindDoc="1" locked="0" layoutInCell="1" allowOverlap="1" wp14:anchorId="60B57640" wp14:editId="2C86681E">
          <wp:simplePos x="0" y="0"/>
          <wp:positionH relativeFrom="page">
            <wp:posOffset>852170</wp:posOffset>
          </wp:positionH>
          <wp:positionV relativeFrom="page">
            <wp:posOffset>374387</wp:posOffset>
          </wp:positionV>
          <wp:extent cx="6332220" cy="438785"/>
          <wp:effectExtent l="0" t="0" r="5080" b="5715"/>
          <wp:wrapNone/>
          <wp:docPr id="1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6332220" cy="438785"/>
                  </a:xfrm>
                  <a:prstGeom prst="rect">
                    <a:avLst/>
                  </a:prstGeom>
                </pic:spPr>
              </pic:pic>
            </a:graphicData>
          </a:graphic>
        </wp:anchor>
      </w:drawing>
    </w:r>
  </w:p>
  <w:p w:rsidR="0086779F" w:rsidRDefault="0086779F">
    <w:pPr>
      <w:pStyle w:val="Header"/>
    </w:pPr>
  </w:p>
  <w:p w:rsidR="00CA76B0" w:rsidRDefault="00CA76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6F220E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05288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722A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3BEA8C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0AAC2B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50282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5678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72ECF4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C36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A056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357AB7"/>
    <w:multiLevelType w:val="multilevel"/>
    <w:tmpl w:val="BA0600DE"/>
    <w:lvl w:ilvl="0">
      <w:start w:val="1"/>
      <w:numFmt w:val="decimal"/>
      <w:lvlText w:val="%1"/>
      <w:lvlJc w:val="left"/>
      <w:pPr>
        <w:ind w:left="108" w:hanging="108"/>
      </w:pPr>
      <w:rPr>
        <w:rFonts w:hint="default"/>
      </w:rPr>
    </w:lvl>
    <w:lvl w:ilvl="1">
      <w:start w:val="1"/>
      <w:numFmt w:val="decimal"/>
      <w:lvlText w:val="%1.%2"/>
      <w:lvlJc w:val="left"/>
      <w:pPr>
        <w:ind w:left="108" w:hanging="108"/>
      </w:pPr>
      <w:rPr>
        <w:rFonts w:hint="default"/>
      </w:rPr>
    </w:lvl>
    <w:lvl w:ilvl="2">
      <w:start w:val="1"/>
      <w:numFmt w:val="decimal"/>
      <w:lvlText w:val=".%3.%2"/>
      <w:lvlJc w:val="left"/>
      <w:pPr>
        <w:ind w:left="108" w:hanging="108"/>
      </w:pPr>
      <w:rPr>
        <w:rFonts w:hint="default"/>
      </w:rPr>
    </w:lvl>
    <w:lvl w:ilvl="3">
      <w:start w:val="1"/>
      <w:numFmt w:val="none"/>
      <w:lvlText w:val=""/>
      <w:lvlJc w:val="left"/>
      <w:pPr>
        <w:ind w:left="108" w:hanging="10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400257B"/>
    <w:multiLevelType w:val="multilevel"/>
    <w:tmpl w:val="F014B302"/>
    <w:numStyleLink w:val="HeadingsJLA18"/>
  </w:abstractNum>
  <w:abstractNum w:abstractNumId="12" w15:restartNumberingAfterBreak="0">
    <w:nsid w:val="08DB7CA0"/>
    <w:multiLevelType w:val="multilevel"/>
    <w:tmpl w:val="BA0600DE"/>
    <w:lvl w:ilvl="0">
      <w:start w:val="1"/>
      <w:numFmt w:val="decimal"/>
      <w:lvlText w:val="%1"/>
      <w:lvlJc w:val="left"/>
      <w:pPr>
        <w:ind w:left="108" w:hanging="108"/>
      </w:pPr>
      <w:rPr>
        <w:rFonts w:hint="default"/>
      </w:rPr>
    </w:lvl>
    <w:lvl w:ilvl="1">
      <w:start w:val="1"/>
      <w:numFmt w:val="decimal"/>
      <w:lvlText w:val="%1.%2"/>
      <w:lvlJc w:val="left"/>
      <w:pPr>
        <w:ind w:left="108" w:hanging="108"/>
      </w:pPr>
      <w:rPr>
        <w:rFonts w:hint="default"/>
      </w:rPr>
    </w:lvl>
    <w:lvl w:ilvl="2">
      <w:start w:val="1"/>
      <w:numFmt w:val="decimal"/>
      <w:lvlText w:val=".%3.%2"/>
      <w:lvlJc w:val="left"/>
      <w:pPr>
        <w:ind w:left="108" w:hanging="108"/>
      </w:pPr>
      <w:rPr>
        <w:rFonts w:hint="default"/>
      </w:rPr>
    </w:lvl>
    <w:lvl w:ilvl="3">
      <w:start w:val="1"/>
      <w:numFmt w:val="none"/>
      <w:lvlText w:val=""/>
      <w:lvlJc w:val="left"/>
      <w:pPr>
        <w:ind w:left="108" w:hanging="10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B5E4EE3"/>
    <w:multiLevelType w:val="multilevel"/>
    <w:tmpl w:val="F014B302"/>
    <w:styleLink w:val="HeadingsJLA18"/>
    <w:lvl w:ilvl="0">
      <w:start w:val="1"/>
      <w:numFmt w:val="decimal"/>
      <w:pStyle w:val="JLA18HeadingLevel11"/>
      <w:lvlText w:val="%1."/>
      <w:lvlJc w:val="left"/>
      <w:pPr>
        <w:ind w:left="360" w:hanging="360"/>
      </w:pPr>
      <w:rPr>
        <w:rFonts w:hint="default"/>
      </w:rPr>
    </w:lvl>
    <w:lvl w:ilvl="1">
      <w:start w:val="1"/>
      <w:numFmt w:val="decimal"/>
      <w:pStyle w:val="JLA18HeadingLevel211"/>
      <w:lvlText w:val="%1.%2."/>
      <w:lvlJc w:val="left"/>
      <w:pPr>
        <w:ind w:left="108" w:hanging="108"/>
      </w:pPr>
      <w:rPr>
        <w:rFonts w:hint="default"/>
      </w:rPr>
    </w:lvl>
    <w:lvl w:ilvl="2">
      <w:start w:val="1"/>
      <w:numFmt w:val="decimal"/>
      <w:pStyle w:val="JLA18HeadlineLevel3111"/>
      <w:lvlText w:val="%1.%2.%3."/>
      <w:lvlJc w:val="left"/>
      <w:pPr>
        <w:ind w:left="108" w:hanging="108"/>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0B9517E2"/>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CDF0483"/>
    <w:multiLevelType w:val="hybridMultilevel"/>
    <w:tmpl w:val="99F83296"/>
    <w:lvl w:ilvl="0" w:tplc="F886B4BC">
      <w:start w:val="1"/>
      <w:numFmt w:val="bullet"/>
      <w:lvlText w:val=""/>
      <w:lvlJc w:val="left"/>
      <w:pPr>
        <w:ind w:left="1434" w:hanging="360"/>
      </w:pPr>
      <w:rPr>
        <w:rFonts w:ascii="Symbol" w:hAnsi="Symbol"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abstractNum w:abstractNumId="16" w15:restartNumberingAfterBreak="0">
    <w:nsid w:val="164C265B"/>
    <w:multiLevelType w:val="multilevel"/>
    <w:tmpl w:val="0C09001D"/>
    <w:styleLink w:val="UnnumberedListJLA"/>
    <w:lvl w:ilvl="0">
      <w:start w:val="1"/>
      <w:numFmt w:val="bullet"/>
      <w:lvlText w:val=""/>
      <w:lvlJc w:val="left"/>
      <w:pPr>
        <w:ind w:left="1080" w:hanging="360"/>
      </w:pPr>
      <w:rPr>
        <w:rFonts w:ascii="Symbol" w:hAnsi="Symbol"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505AC9"/>
    <w:multiLevelType w:val="hybridMultilevel"/>
    <w:tmpl w:val="34DC2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6536BCF"/>
    <w:multiLevelType w:val="hybridMultilevel"/>
    <w:tmpl w:val="5120B680"/>
    <w:lvl w:ilvl="0" w:tplc="C7E668A8">
      <w:start w:val="1"/>
      <w:numFmt w:val="bullet"/>
      <w:pStyle w:val="ListParagraph"/>
      <w:lvlText w:val=""/>
      <w:lvlJc w:val="left"/>
      <w:pPr>
        <w:ind w:left="828" w:hanging="360"/>
      </w:pPr>
      <w:rPr>
        <w:rFonts w:ascii="Symbol" w:hAnsi="Symbol" w:hint="default"/>
      </w:rPr>
    </w:lvl>
    <w:lvl w:ilvl="1" w:tplc="0C090003" w:tentative="1">
      <w:start w:val="1"/>
      <w:numFmt w:val="bullet"/>
      <w:lvlText w:val="o"/>
      <w:lvlJc w:val="left"/>
      <w:pPr>
        <w:ind w:left="1548" w:hanging="360"/>
      </w:pPr>
      <w:rPr>
        <w:rFonts w:ascii="Courier New" w:hAnsi="Courier New" w:cs="Courier New" w:hint="default"/>
      </w:rPr>
    </w:lvl>
    <w:lvl w:ilvl="2" w:tplc="0C090005" w:tentative="1">
      <w:start w:val="1"/>
      <w:numFmt w:val="bullet"/>
      <w:lvlText w:val=""/>
      <w:lvlJc w:val="left"/>
      <w:pPr>
        <w:ind w:left="2268" w:hanging="360"/>
      </w:pPr>
      <w:rPr>
        <w:rFonts w:ascii="Wingdings" w:hAnsi="Wingdings" w:hint="default"/>
      </w:rPr>
    </w:lvl>
    <w:lvl w:ilvl="3" w:tplc="0C090001" w:tentative="1">
      <w:start w:val="1"/>
      <w:numFmt w:val="bullet"/>
      <w:lvlText w:val=""/>
      <w:lvlJc w:val="left"/>
      <w:pPr>
        <w:ind w:left="2988" w:hanging="360"/>
      </w:pPr>
      <w:rPr>
        <w:rFonts w:ascii="Symbol" w:hAnsi="Symbol" w:hint="default"/>
      </w:rPr>
    </w:lvl>
    <w:lvl w:ilvl="4" w:tplc="0C090003" w:tentative="1">
      <w:start w:val="1"/>
      <w:numFmt w:val="bullet"/>
      <w:lvlText w:val="o"/>
      <w:lvlJc w:val="left"/>
      <w:pPr>
        <w:ind w:left="3708" w:hanging="360"/>
      </w:pPr>
      <w:rPr>
        <w:rFonts w:ascii="Courier New" w:hAnsi="Courier New" w:cs="Courier New" w:hint="default"/>
      </w:rPr>
    </w:lvl>
    <w:lvl w:ilvl="5" w:tplc="0C090005" w:tentative="1">
      <w:start w:val="1"/>
      <w:numFmt w:val="bullet"/>
      <w:lvlText w:val=""/>
      <w:lvlJc w:val="left"/>
      <w:pPr>
        <w:ind w:left="4428" w:hanging="360"/>
      </w:pPr>
      <w:rPr>
        <w:rFonts w:ascii="Wingdings" w:hAnsi="Wingdings" w:hint="default"/>
      </w:rPr>
    </w:lvl>
    <w:lvl w:ilvl="6" w:tplc="0C090001" w:tentative="1">
      <w:start w:val="1"/>
      <w:numFmt w:val="bullet"/>
      <w:lvlText w:val=""/>
      <w:lvlJc w:val="left"/>
      <w:pPr>
        <w:ind w:left="5148" w:hanging="360"/>
      </w:pPr>
      <w:rPr>
        <w:rFonts w:ascii="Symbol" w:hAnsi="Symbol" w:hint="default"/>
      </w:rPr>
    </w:lvl>
    <w:lvl w:ilvl="7" w:tplc="0C090003" w:tentative="1">
      <w:start w:val="1"/>
      <w:numFmt w:val="bullet"/>
      <w:lvlText w:val="o"/>
      <w:lvlJc w:val="left"/>
      <w:pPr>
        <w:ind w:left="5868" w:hanging="360"/>
      </w:pPr>
      <w:rPr>
        <w:rFonts w:ascii="Courier New" w:hAnsi="Courier New" w:cs="Courier New" w:hint="default"/>
      </w:rPr>
    </w:lvl>
    <w:lvl w:ilvl="8" w:tplc="0C090005" w:tentative="1">
      <w:start w:val="1"/>
      <w:numFmt w:val="bullet"/>
      <w:lvlText w:val=""/>
      <w:lvlJc w:val="left"/>
      <w:pPr>
        <w:ind w:left="6588" w:hanging="360"/>
      </w:pPr>
      <w:rPr>
        <w:rFonts w:ascii="Wingdings" w:hAnsi="Wingdings" w:hint="default"/>
      </w:rPr>
    </w:lvl>
  </w:abstractNum>
  <w:abstractNum w:abstractNumId="19" w15:restartNumberingAfterBreak="0">
    <w:nsid w:val="2829713F"/>
    <w:multiLevelType w:val="multilevel"/>
    <w:tmpl w:val="0C09001D"/>
    <w:numStyleLink w:val="UnnumberedListJLA"/>
  </w:abstractNum>
  <w:abstractNum w:abstractNumId="20" w15:restartNumberingAfterBreak="0">
    <w:nsid w:val="31D506C9"/>
    <w:multiLevelType w:val="multilevel"/>
    <w:tmpl w:val="420E91C2"/>
    <w:lvl w:ilvl="0">
      <w:start w:val="1"/>
      <w:numFmt w:val="decimal"/>
      <w:isLgl/>
      <w:lvlText w:val="%1"/>
      <w:lvlJc w:val="left"/>
      <w:pPr>
        <w:ind w:left="432" w:hanging="432"/>
      </w:pPr>
      <w:rPr>
        <w:rFonts w:hint="default"/>
      </w:rPr>
    </w:lvl>
    <w:lvl w:ilvl="1">
      <w:start w:val="1"/>
      <w:numFmt w:val="decimal"/>
      <w:isLgl/>
      <w:lvlText w:val="%1.%2"/>
      <w:lvlJc w:val="left"/>
      <w:pPr>
        <w:ind w:left="108" w:hanging="108"/>
      </w:pPr>
      <w:rPr>
        <w:rFonts w:hint="default"/>
      </w:rPr>
    </w:lvl>
    <w:lvl w:ilvl="2">
      <w:start w:val="1"/>
      <w:numFmt w:val="none"/>
      <w:isLgl/>
      <w:lvlText w:val=""/>
      <w:lvlJc w:val="left"/>
      <w:pPr>
        <w:ind w:left="108" w:hanging="108"/>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A6334AB"/>
    <w:multiLevelType w:val="multilevel"/>
    <w:tmpl w:val="BA0600DE"/>
    <w:lvl w:ilvl="0">
      <w:start w:val="1"/>
      <w:numFmt w:val="decimal"/>
      <w:lvlText w:val="%1"/>
      <w:lvlJc w:val="left"/>
      <w:pPr>
        <w:ind w:left="108" w:hanging="108"/>
      </w:pPr>
      <w:rPr>
        <w:rFonts w:hint="default"/>
      </w:rPr>
    </w:lvl>
    <w:lvl w:ilvl="1">
      <w:start w:val="1"/>
      <w:numFmt w:val="decimal"/>
      <w:lvlText w:val="%1.%2"/>
      <w:lvlJc w:val="left"/>
      <w:pPr>
        <w:ind w:left="108" w:hanging="108"/>
      </w:pPr>
      <w:rPr>
        <w:rFonts w:hint="default"/>
      </w:rPr>
    </w:lvl>
    <w:lvl w:ilvl="2">
      <w:start w:val="1"/>
      <w:numFmt w:val="decimal"/>
      <w:lvlText w:val=".%3.%2"/>
      <w:lvlJc w:val="left"/>
      <w:pPr>
        <w:ind w:left="108" w:hanging="108"/>
      </w:pPr>
      <w:rPr>
        <w:rFonts w:hint="default"/>
      </w:rPr>
    </w:lvl>
    <w:lvl w:ilvl="3">
      <w:start w:val="1"/>
      <w:numFmt w:val="none"/>
      <w:lvlText w:val=""/>
      <w:lvlJc w:val="left"/>
      <w:pPr>
        <w:ind w:left="108" w:hanging="10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3F931F62"/>
    <w:multiLevelType w:val="hybridMultilevel"/>
    <w:tmpl w:val="7292BA0E"/>
    <w:lvl w:ilvl="0" w:tplc="AEDA97EA">
      <w:numFmt w:val="bullet"/>
      <w:lvlText w:val="•"/>
      <w:lvlJc w:val="left"/>
      <w:pPr>
        <w:ind w:left="728" w:hanging="620"/>
      </w:pPr>
      <w:rPr>
        <w:rFonts w:ascii="Times New Roman" w:eastAsiaTheme="minorHAnsi" w:hAnsi="Times New Roman" w:cs="Times New Roman" w:hint="default"/>
      </w:rPr>
    </w:lvl>
    <w:lvl w:ilvl="1" w:tplc="0C090003" w:tentative="1">
      <w:start w:val="1"/>
      <w:numFmt w:val="bullet"/>
      <w:lvlText w:val="o"/>
      <w:lvlJc w:val="left"/>
      <w:pPr>
        <w:ind w:left="1188" w:hanging="360"/>
      </w:pPr>
      <w:rPr>
        <w:rFonts w:ascii="Courier New" w:hAnsi="Courier New" w:cs="Courier New" w:hint="default"/>
      </w:rPr>
    </w:lvl>
    <w:lvl w:ilvl="2" w:tplc="0C090005" w:tentative="1">
      <w:start w:val="1"/>
      <w:numFmt w:val="bullet"/>
      <w:lvlText w:val=""/>
      <w:lvlJc w:val="left"/>
      <w:pPr>
        <w:ind w:left="1908" w:hanging="360"/>
      </w:pPr>
      <w:rPr>
        <w:rFonts w:ascii="Wingdings" w:hAnsi="Wingdings" w:hint="default"/>
      </w:rPr>
    </w:lvl>
    <w:lvl w:ilvl="3" w:tplc="0C090001" w:tentative="1">
      <w:start w:val="1"/>
      <w:numFmt w:val="bullet"/>
      <w:lvlText w:val=""/>
      <w:lvlJc w:val="left"/>
      <w:pPr>
        <w:ind w:left="2628" w:hanging="360"/>
      </w:pPr>
      <w:rPr>
        <w:rFonts w:ascii="Symbol" w:hAnsi="Symbol" w:hint="default"/>
      </w:rPr>
    </w:lvl>
    <w:lvl w:ilvl="4" w:tplc="0C090003" w:tentative="1">
      <w:start w:val="1"/>
      <w:numFmt w:val="bullet"/>
      <w:lvlText w:val="o"/>
      <w:lvlJc w:val="left"/>
      <w:pPr>
        <w:ind w:left="3348" w:hanging="360"/>
      </w:pPr>
      <w:rPr>
        <w:rFonts w:ascii="Courier New" w:hAnsi="Courier New" w:cs="Courier New" w:hint="default"/>
      </w:rPr>
    </w:lvl>
    <w:lvl w:ilvl="5" w:tplc="0C090005" w:tentative="1">
      <w:start w:val="1"/>
      <w:numFmt w:val="bullet"/>
      <w:lvlText w:val=""/>
      <w:lvlJc w:val="left"/>
      <w:pPr>
        <w:ind w:left="4068" w:hanging="360"/>
      </w:pPr>
      <w:rPr>
        <w:rFonts w:ascii="Wingdings" w:hAnsi="Wingdings" w:hint="default"/>
      </w:rPr>
    </w:lvl>
    <w:lvl w:ilvl="6" w:tplc="0C090001" w:tentative="1">
      <w:start w:val="1"/>
      <w:numFmt w:val="bullet"/>
      <w:lvlText w:val=""/>
      <w:lvlJc w:val="left"/>
      <w:pPr>
        <w:ind w:left="4788" w:hanging="360"/>
      </w:pPr>
      <w:rPr>
        <w:rFonts w:ascii="Symbol" w:hAnsi="Symbol" w:hint="default"/>
      </w:rPr>
    </w:lvl>
    <w:lvl w:ilvl="7" w:tplc="0C090003" w:tentative="1">
      <w:start w:val="1"/>
      <w:numFmt w:val="bullet"/>
      <w:lvlText w:val="o"/>
      <w:lvlJc w:val="left"/>
      <w:pPr>
        <w:ind w:left="5508" w:hanging="360"/>
      </w:pPr>
      <w:rPr>
        <w:rFonts w:ascii="Courier New" w:hAnsi="Courier New" w:cs="Courier New" w:hint="default"/>
      </w:rPr>
    </w:lvl>
    <w:lvl w:ilvl="8" w:tplc="0C090005" w:tentative="1">
      <w:start w:val="1"/>
      <w:numFmt w:val="bullet"/>
      <w:lvlText w:val=""/>
      <w:lvlJc w:val="left"/>
      <w:pPr>
        <w:ind w:left="6228" w:hanging="360"/>
      </w:pPr>
      <w:rPr>
        <w:rFonts w:ascii="Wingdings" w:hAnsi="Wingdings" w:hint="default"/>
      </w:rPr>
    </w:lvl>
  </w:abstractNum>
  <w:abstractNum w:abstractNumId="23" w15:restartNumberingAfterBreak="0">
    <w:nsid w:val="3FD76408"/>
    <w:multiLevelType w:val="multilevel"/>
    <w:tmpl w:val="420E91C2"/>
    <w:lvl w:ilvl="0">
      <w:start w:val="1"/>
      <w:numFmt w:val="decimal"/>
      <w:isLgl/>
      <w:lvlText w:val="%1"/>
      <w:lvlJc w:val="left"/>
      <w:pPr>
        <w:ind w:left="432" w:hanging="432"/>
      </w:pPr>
      <w:rPr>
        <w:rFonts w:hint="default"/>
      </w:rPr>
    </w:lvl>
    <w:lvl w:ilvl="1">
      <w:start w:val="1"/>
      <w:numFmt w:val="decimal"/>
      <w:isLgl/>
      <w:lvlText w:val="%1.%2"/>
      <w:lvlJc w:val="left"/>
      <w:pPr>
        <w:ind w:left="108" w:hanging="108"/>
      </w:pPr>
      <w:rPr>
        <w:rFonts w:hint="default"/>
      </w:rPr>
    </w:lvl>
    <w:lvl w:ilvl="2">
      <w:start w:val="1"/>
      <w:numFmt w:val="none"/>
      <w:isLgl/>
      <w:lvlText w:val=""/>
      <w:lvlJc w:val="left"/>
      <w:pPr>
        <w:ind w:left="108" w:hanging="108"/>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0DC0697"/>
    <w:multiLevelType w:val="multilevel"/>
    <w:tmpl w:val="D69EEA92"/>
    <w:lvl w:ilvl="0">
      <w:start w:val="1"/>
      <w:numFmt w:val="decimal"/>
      <w:lvlText w:val="%1"/>
      <w:lvlJc w:val="left"/>
      <w:pPr>
        <w:ind w:left="108" w:hanging="108"/>
      </w:pPr>
      <w:rPr>
        <w:rFonts w:hint="default"/>
      </w:rPr>
    </w:lvl>
    <w:lvl w:ilvl="1">
      <w:start w:val="1"/>
      <w:numFmt w:val="decimal"/>
      <w:lvlText w:val="%1.%2"/>
      <w:lvlJc w:val="left"/>
      <w:pPr>
        <w:ind w:left="108" w:hanging="108"/>
      </w:pPr>
      <w:rPr>
        <w:rFonts w:hint="default"/>
      </w:rPr>
    </w:lvl>
    <w:lvl w:ilvl="2">
      <w:start w:val="1"/>
      <w:numFmt w:val="decimal"/>
      <w:lvlText w:val=".%3.%2"/>
      <w:lvlJc w:val="left"/>
      <w:pPr>
        <w:ind w:left="108" w:hanging="108"/>
      </w:pPr>
      <w:rPr>
        <w:rFonts w:hint="default"/>
      </w:rPr>
    </w:lvl>
    <w:lvl w:ilvl="3">
      <w:start w:val="1"/>
      <w:numFmt w:val="none"/>
      <w:pStyle w:val="Heading4"/>
      <w:lvlText w:val=""/>
      <w:lvlJc w:val="left"/>
      <w:pPr>
        <w:ind w:left="108" w:hanging="108"/>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479846B6"/>
    <w:multiLevelType w:val="multilevel"/>
    <w:tmpl w:val="BA0600DE"/>
    <w:lvl w:ilvl="0">
      <w:start w:val="1"/>
      <w:numFmt w:val="decimal"/>
      <w:lvlText w:val="%1"/>
      <w:lvlJc w:val="left"/>
      <w:pPr>
        <w:ind w:left="108" w:hanging="108"/>
      </w:pPr>
      <w:rPr>
        <w:rFonts w:hint="default"/>
      </w:rPr>
    </w:lvl>
    <w:lvl w:ilvl="1">
      <w:start w:val="1"/>
      <w:numFmt w:val="decimal"/>
      <w:lvlText w:val="%1.%2"/>
      <w:lvlJc w:val="left"/>
      <w:pPr>
        <w:ind w:left="108" w:hanging="108"/>
      </w:pPr>
      <w:rPr>
        <w:rFonts w:hint="default"/>
      </w:rPr>
    </w:lvl>
    <w:lvl w:ilvl="2">
      <w:start w:val="1"/>
      <w:numFmt w:val="decimal"/>
      <w:lvlText w:val=".%3.%2"/>
      <w:lvlJc w:val="left"/>
      <w:pPr>
        <w:ind w:left="108" w:hanging="108"/>
      </w:pPr>
      <w:rPr>
        <w:rFonts w:hint="default"/>
      </w:rPr>
    </w:lvl>
    <w:lvl w:ilvl="3">
      <w:start w:val="1"/>
      <w:numFmt w:val="none"/>
      <w:lvlText w:val=""/>
      <w:lvlJc w:val="left"/>
      <w:pPr>
        <w:ind w:left="108" w:hanging="108"/>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63A7467B"/>
    <w:multiLevelType w:val="multilevel"/>
    <w:tmpl w:val="AD422D76"/>
    <w:lvl w:ilvl="0">
      <w:start w:val="1"/>
      <w:numFmt w:val="decimal"/>
      <w:isLgl/>
      <w:lvlText w:val="%1"/>
      <w:lvlJc w:val="left"/>
      <w:pPr>
        <w:ind w:left="432" w:hanging="432"/>
      </w:pPr>
      <w:rPr>
        <w:rFonts w:hint="default"/>
      </w:rPr>
    </w:lvl>
    <w:lvl w:ilvl="1">
      <w:start w:val="1"/>
      <w:numFmt w:val="decimal"/>
      <w:isLgl/>
      <w:lvlText w:val="%1.%2"/>
      <w:lvlJc w:val="left"/>
      <w:pPr>
        <w:ind w:left="108" w:hanging="108"/>
      </w:pPr>
      <w:rPr>
        <w:rFonts w:hint="default"/>
      </w:rPr>
    </w:lvl>
    <w:lvl w:ilvl="2">
      <w:start w:val="1"/>
      <w:numFmt w:val="none"/>
      <w:isLgl/>
      <w:lvlText w:val=""/>
      <w:lvlJc w:val="left"/>
      <w:pPr>
        <w:ind w:left="108" w:hanging="108"/>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2"/>
  </w:num>
  <w:num w:numId="8">
    <w:abstractNumId w:val="3"/>
  </w:num>
  <w:num w:numId="9">
    <w:abstractNumId w:val="8"/>
  </w:num>
  <w:num w:numId="10">
    <w:abstractNumId w:val="4"/>
  </w:num>
  <w:num w:numId="11">
    <w:abstractNumId w:val="5"/>
  </w:num>
  <w:num w:numId="12">
    <w:abstractNumId w:val="6"/>
  </w:num>
  <w:num w:numId="13">
    <w:abstractNumId w:val="7"/>
  </w:num>
  <w:num w:numId="14">
    <w:abstractNumId w:val="9"/>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num>
  <w:num w:numId="18">
    <w:abstractNumId w:val="25"/>
  </w:num>
  <w:num w:numId="19">
    <w:abstractNumId w:val="21"/>
  </w:num>
  <w:num w:numId="20">
    <w:abstractNumId w:val="24"/>
  </w:num>
  <w:num w:numId="21">
    <w:abstractNumId w:val="20"/>
  </w:num>
  <w:num w:numId="22">
    <w:abstractNumId w:val="23"/>
  </w:num>
  <w:num w:numId="23">
    <w:abstractNumId w:val="26"/>
  </w:num>
  <w:num w:numId="24">
    <w:abstractNumId w:val="13"/>
  </w:num>
  <w:num w:numId="25">
    <w:abstractNumId w:val="11"/>
  </w:num>
  <w:num w:numId="26">
    <w:abstractNumId w:val="16"/>
  </w:num>
  <w:num w:numId="27">
    <w:abstractNumId w:val="19"/>
  </w:num>
  <w:num w:numId="28">
    <w:abstractNumId w:val="22"/>
  </w:num>
  <w:num w:numId="29">
    <w:abstractNumId w:val="17"/>
  </w:num>
  <w:num w:numId="30">
    <w:abstractNumId w:val="15"/>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DA9"/>
    <w:rsid w:val="00017DD1"/>
    <w:rsid w:val="000B04DD"/>
    <w:rsid w:val="000B673E"/>
    <w:rsid w:val="00113F57"/>
    <w:rsid w:val="00123810"/>
    <w:rsid w:val="0017578E"/>
    <w:rsid w:val="00176AEE"/>
    <w:rsid w:val="001D3824"/>
    <w:rsid w:val="002077DE"/>
    <w:rsid w:val="00224B9D"/>
    <w:rsid w:val="002471E1"/>
    <w:rsid w:val="00292AED"/>
    <w:rsid w:val="002D2314"/>
    <w:rsid w:val="003D4697"/>
    <w:rsid w:val="00405AB0"/>
    <w:rsid w:val="004115F7"/>
    <w:rsid w:val="00476E1B"/>
    <w:rsid w:val="004A2CD4"/>
    <w:rsid w:val="004C5A56"/>
    <w:rsid w:val="004F1003"/>
    <w:rsid w:val="004F7EA8"/>
    <w:rsid w:val="006004F3"/>
    <w:rsid w:val="0062304A"/>
    <w:rsid w:val="00663E6B"/>
    <w:rsid w:val="00715614"/>
    <w:rsid w:val="00755B55"/>
    <w:rsid w:val="007744D4"/>
    <w:rsid w:val="007A255C"/>
    <w:rsid w:val="007F0BF6"/>
    <w:rsid w:val="00844053"/>
    <w:rsid w:val="0086779F"/>
    <w:rsid w:val="008E27B4"/>
    <w:rsid w:val="008F16B2"/>
    <w:rsid w:val="0097283A"/>
    <w:rsid w:val="00972DA9"/>
    <w:rsid w:val="009B535F"/>
    <w:rsid w:val="009C0B5A"/>
    <w:rsid w:val="00A94069"/>
    <w:rsid w:val="00A96C5F"/>
    <w:rsid w:val="00AF7B83"/>
    <w:rsid w:val="00B01AB7"/>
    <w:rsid w:val="00C4542C"/>
    <w:rsid w:val="00C602B3"/>
    <w:rsid w:val="00C66210"/>
    <w:rsid w:val="00CA76B0"/>
    <w:rsid w:val="00DC3051"/>
    <w:rsid w:val="00DD595E"/>
    <w:rsid w:val="00E43E31"/>
    <w:rsid w:val="00EC4B7F"/>
    <w:rsid w:val="00EE724B"/>
    <w:rsid w:val="00F46934"/>
    <w:rsid w:val="00FA49DE"/>
    <w:rsid w:val="00FF67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561474"/>
  <w15:chartTrackingRefBased/>
  <w15:docId w15:val="{276823C3-CACC-2349-945F-8C5D5BD1D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Body CS)"/>
        <w:szCs w:val="24"/>
        <w:lang w:val="en-AU" w:eastAsia="en-US" w:bidi="ar-SA"/>
      </w:rPr>
    </w:rPrDefault>
    <w:pPrDefault>
      <w:pPr>
        <w:spacing w:line="250" w:lineRule="auto"/>
        <w:ind w:left="114" w:right="113" w:hanging="6"/>
      </w:pPr>
    </w:pPrDefault>
  </w:docDefaults>
  <w:latentStyles w:defLockedState="0" w:defUIPriority="99" w:defSemiHidden="0" w:defUnhideWhenUsed="0" w:defQFormat="0" w:count="375">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next w:val="JLA18"/>
    <w:rsid w:val="00AF7B83"/>
    <w:pPr>
      <w:jc w:val="both"/>
    </w:pPr>
    <w:rPr>
      <w:noProof/>
      <w:lang w:val="en-CA"/>
    </w:rPr>
  </w:style>
  <w:style w:type="paragraph" w:styleId="Heading2">
    <w:name w:val="heading 2"/>
    <w:basedOn w:val="Normal"/>
    <w:next w:val="Normal"/>
    <w:link w:val="Heading2Char"/>
    <w:uiPriority w:val="9"/>
    <w:semiHidden/>
    <w:unhideWhenUsed/>
    <w:qFormat/>
    <w:rsid w:val="00AF7B83"/>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AF7B83"/>
    <w:pPr>
      <w:keepNext/>
      <w:keepLines/>
      <w:numPr>
        <w:ilvl w:val="3"/>
        <w:numId w:val="20"/>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AF7B83"/>
    <w:pPr>
      <w:keepNext/>
      <w:keepLines/>
      <w:numPr>
        <w:ilvl w:val="4"/>
        <w:numId w:val="20"/>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F7B83"/>
    <w:pPr>
      <w:keepNext/>
      <w:keepLines/>
      <w:numPr>
        <w:ilvl w:val="5"/>
        <w:numId w:val="20"/>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AF7B83"/>
    <w:pPr>
      <w:keepNext/>
      <w:keepLines/>
      <w:numPr>
        <w:ilvl w:val="6"/>
        <w:numId w:val="20"/>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AF7B83"/>
    <w:pPr>
      <w:keepNext/>
      <w:keepLines/>
      <w:numPr>
        <w:ilvl w:val="7"/>
        <w:numId w:val="20"/>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F7B83"/>
    <w:pPr>
      <w:keepNext/>
      <w:keepLines/>
      <w:numPr>
        <w:ilvl w:val="8"/>
        <w:numId w:val="20"/>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AF7B8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7B83"/>
  </w:style>
  <w:style w:type="paragraph" w:customStyle="1" w:styleId="JLA18">
    <w:name w:val="JLA18"/>
    <w:basedOn w:val="BodyText"/>
    <w:link w:val="JLA18Char"/>
    <w:autoRedefine/>
    <w:uiPriority w:val="1"/>
    <w:qFormat/>
    <w:rsid w:val="00AF7B83"/>
    <w:pPr>
      <w:widowControl w:val="0"/>
      <w:autoSpaceDE w:val="0"/>
      <w:autoSpaceDN w:val="0"/>
      <w:spacing w:before="9" w:after="0" w:line="249" w:lineRule="auto"/>
      <w:ind w:left="108" w:right="96" w:hanging="2"/>
    </w:pPr>
    <w:rPr>
      <w:rFonts w:eastAsia="Times New Roman" w:cs="Times New Roman"/>
      <w:szCs w:val="20"/>
      <w:lang w:val="en-US"/>
    </w:rPr>
  </w:style>
  <w:style w:type="paragraph" w:styleId="BodyText">
    <w:name w:val="Body Text"/>
    <w:basedOn w:val="Normal"/>
    <w:link w:val="BodyTextChar"/>
    <w:uiPriority w:val="1"/>
    <w:unhideWhenUsed/>
    <w:qFormat/>
    <w:rsid w:val="00AF7B83"/>
    <w:pPr>
      <w:spacing w:after="120"/>
    </w:pPr>
  </w:style>
  <w:style w:type="character" w:customStyle="1" w:styleId="BodyTextChar">
    <w:name w:val="Body Text Char"/>
    <w:basedOn w:val="DefaultParagraphFont"/>
    <w:link w:val="BodyText"/>
    <w:uiPriority w:val="1"/>
    <w:rsid w:val="00AF7B83"/>
    <w:rPr>
      <w:noProof/>
      <w:lang w:val="en-CA"/>
    </w:rPr>
  </w:style>
  <w:style w:type="paragraph" w:customStyle="1" w:styleId="JLA18Abstracttext">
    <w:name w:val="JLA18 Abstract_text"/>
    <w:basedOn w:val="JLA18"/>
    <w:link w:val="JLA18AbstracttextChar"/>
    <w:autoRedefine/>
    <w:uiPriority w:val="1"/>
    <w:qFormat/>
    <w:rsid w:val="00AF7B83"/>
    <w:pPr>
      <w:ind w:right="0" w:firstLine="0"/>
    </w:pPr>
    <w:rPr>
      <w:rFonts w:ascii="Arial" w:hAnsi="Arial"/>
    </w:rPr>
  </w:style>
  <w:style w:type="paragraph" w:customStyle="1" w:styleId="JLA18Authors">
    <w:name w:val="JLA 18 Authors"/>
    <w:basedOn w:val="JLA18"/>
    <w:next w:val="JLA18Abstracttitle"/>
    <w:link w:val="JLA18AuthorsChar"/>
    <w:autoRedefine/>
    <w:uiPriority w:val="1"/>
    <w:qFormat/>
    <w:rsid w:val="00AF7B83"/>
    <w:pPr>
      <w:spacing w:before="180"/>
      <w:ind w:firstLine="0"/>
    </w:pPr>
    <w:rPr>
      <w:rFonts w:ascii="Arial"/>
      <w:sz w:val="24"/>
      <w:szCs w:val="22"/>
    </w:rPr>
  </w:style>
  <w:style w:type="paragraph" w:customStyle="1" w:styleId="JLA18Title">
    <w:name w:val="JLA 18 Title"/>
    <w:basedOn w:val="JLA18"/>
    <w:next w:val="JLA18Authors"/>
    <w:link w:val="JLA18TitleChar"/>
    <w:autoRedefine/>
    <w:uiPriority w:val="1"/>
    <w:qFormat/>
    <w:rsid w:val="00AF7B83"/>
    <w:pPr>
      <w:spacing w:before="85"/>
      <w:ind w:left="102"/>
    </w:pPr>
    <w:rPr>
      <w:rFonts w:ascii="Arial"/>
      <w:b/>
      <w:sz w:val="40"/>
      <w:szCs w:val="22"/>
    </w:rPr>
  </w:style>
  <w:style w:type="paragraph" w:customStyle="1" w:styleId="JLA18doi">
    <w:name w:val="JLA 18 doi"/>
    <w:basedOn w:val="JLA18"/>
    <w:next w:val="JLA18Title"/>
    <w:link w:val="JLA18doiChar"/>
    <w:autoRedefine/>
    <w:uiPriority w:val="1"/>
    <w:qFormat/>
    <w:rsid w:val="00AF7B83"/>
    <w:pPr>
      <w:spacing w:before="36"/>
      <w:ind w:left="6345"/>
      <w:jc w:val="left"/>
    </w:pPr>
    <w:rPr>
      <w:rFonts w:ascii="Arial"/>
      <w:sz w:val="18"/>
      <w:szCs w:val="22"/>
      <w:lang w:val="fr-FR"/>
    </w:rPr>
  </w:style>
  <w:style w:type="paragraph" w:customStyle="1" w:styleId="JLA18Abstracttitle">
    <w:name w:val="JLA 18 Abstract_title"/>
    <w:basedOn w:val="JLA18Abstracttext"/>
    <w:next w:val="JLA18Abstracttext"/>
    <w:link w:val="JLA18AbstracttitleChar"/>
    <w:autoRedefine/>
    <w:uiPriority w:val="1"/>
    <w:qFormat/>
    <w:rsid w:val="00AF7B83"/>
    <w:pPr>
      <w:spacing w:before="245" w:line="240" w:lineRule="auto"/>
    </w:pPr>
    <w:rPr>
      <w:rFonts w:eastAsia="Arial" w:cs="Arial"/>
      <w:b/>
      <w:bCs/>
    </w:rPr>
  </w:style>
  <w:style w:type="character" w:customStyle="1" w:styleId="Heading2Char">
    <w:name w:val="Heading 2 Char"/>
    <w:basedOn w:val="DefaultParagraphFont"/>
    <w:link w:val="Heading2"/>
    <w:uiPriority w:val="9"/>
    <w:semiHidden/>
    <w:rsid w:val="00AF7B83"/>
    <w:rPr>
      <w:rFonts w:asciiTheme="majorHAnsi" w:eastAsiaTheme="majorEastAsia" w:hAnsiTheme="majorHAnsi" w:cstheme="majorBidi"/>
      <w:noProof/>
      <w:color w:val="2F5496" w:themeColor="accent1" w:themeShade="BF"/>
      <w:sz w:val="26"/>
      <w:szCs w:val="26"/>
      <w:lang w:val="en-CA"/>
    </w:rPr>
  </w:style>
  <w:style w:type="paragraph" w:styleId="Header">
    <w:name w:val="header"/>
    <w:aliases w:val="JLA Header,JLA 18  Header"/>
    <w:basedOn w:val="JLA18"/>
    <w:link w:val="HeaderChar"/>
    <w:autoRedefine/>
    <w:uiPriority w:val="99"/>
    <w:unhideWhenUsed/>
    <w:qFormat/>
    <w:rsid w:val="00AF7B83"/>
    <w:pPr>
      <w:tabs>
        <w:tab w:val="center" w:pos="4513"/>
        <w:tab w:val="right" w:pos="9026"/>
      </w:tabs>
    </w:pPr>
  </w:style>
  <w:style w:type="character" w:customStyle="1" w:styleId="HeaderChar">
    <w:name w:val="Header Char"/>
    <w:aliases w:val="JLA Header Char,JLA 18  Header Char"/>
    <w:basedOn w:val="DefaultParagraphFont"/>
    <w:link w:val="Header"/>
    <w:uiPriority w:val="99"/>
    <w:rsid w:val="00AF7B83"/>
    <w:rPr>
      <w:rFonts w:eastAsia="Times New Roman" w:cs="Times New Roman"/>
      <w:noProof/>
      <w:szCs w:val="20"/>
      <w:lang w:val="en-US"/>
    </w:rPr>
  </w:style>
  <w:style w:type="paragraph" w:styleId="Footer">
    <w:name w:val="footer"/>
    <w:aliases w:val="JLA Footer,JLA 18 Footer"/>
    <w:basedOn w:val="JLA18"/>
    <w:link w:val="FooterChar"/>
    <w:autoRedefine/>
    <w:uiPriority w:val="99"/>
    <w:unhideWhenUsed/>
    <w:qFormat/>
    <w:rsid w:val="00AF7B83"/>
    <w:pPr>
      <w:tabs>
        <w:tab w:val="center" w:pos="4513"/>
        <w:tab w:val="right" w:pos="9026"/>
      </w:tabs>
    </w:pPr>
  </w:style>
  <w:style w:type="character" w:customStyle="1" w:styleId="FooterChar">
    <w:name w:val="Footer Char"/>
    <w:aliases w:val="JLA Footer Char,JLA 18 Footer Char"/>
    <w:basedOn w:val="DefaultParagraphFont"/>
    <w:link w:val="Footer"/>
    <w:uiPriority w:val="99"/>
    <w:rsid w:val="00AF7B83"/>
    <w:rPr>
      <w:rFonts w:eastAsia="Times New Roman" w:cs="Times New Roman"/>
      <w:noProof/>
      <w:szCs w:val="20"/>
      <w:lang w:val="en-US"/>
    </w:rPr>
  </w:style>
  <w:style w:type="character" w:customStyle="1" w:styleId="JLA18TitleChar">
    <w:name w:val="JLA 18 Title Char"/>
    <w:basedOn w:val="DefaultParagraphFont"/>
    <w:link w:val="JLA18Title"/>
    <w:uiPriority w:val="1"/>
    <w:rsid w:val="00AF7B83"/>
    <w:rPr>
      <w:rFonts w:ascii="Arial" w:eastAsia="Times New Roman" w:cs="Times New Roman"/>
      <w:b/>
      <w:noProof/>
      <w:sz w:val="40"/>
      <w:szCs w:val="22"/>
      <w:lang w:val="en-US"/>
    </w:rPr>
  </w:style>
  <w:style w:type="character" w:customStyle="1" w:styleId="JLA18AbstracttextChar">
    <w:name w:val="JLA18 Abstract_text Char"/>
    <w:basedOn w:val="BodyTextChar"/>
    <w:link w:val="JLA18Abstracttext"/>
    <w:uiPriority w:val="1"/>
    <w:rsid w:val="00AF7B83"/>
    <w:rPr>
      <w:rFonts w:ascii="Arial" w:eastAsia="Times New Roman" w:hAnsi="Arial" w:cs="Times New Roman"/>
      <w:noProof/>
      <w:szCs w:val="20"/>
      <w:lang w:val="en-US"/>
    </w:rPr>
  </w:style>
  <w:style w:type="character" w:customStyle="1" w:styleId="JLA18AbstracttitleChar">
    <w:name w:val="JLA 18 Abstract_title Char"/>
    <w:basedOn w:val="JLA18AbstracttextChar"/>
    <w:link w:val="JLA18Abstracttitle"/>
    <w:uiPriority w:val="1"/>
    <w:rsid w:val="00AF7B83"/>
    <w:rPr>
      <w:rFonts w:ascii="Arial" w:eastAsia="Arial" w:hAnsi="Arial" w:cs="Arial"/>
      <w:b/>
      <w:bCs/>
      <w:noProof/>
      <w:szCs w:val="20"/>
      <w:lang w:val="en-US"/>
    </w:rPr>
  </w:style>
  <w:style w:type="character" w:customStyle="1" w:styleId="JLA18doiChar">
    <w:name w:val="JLA 18 doi Char"/>
    <w:basedOn w:val="DefaultParagraphFont"/>
    <w:link w:val="JLA18doi"/>
    <w:uiPriority w:val="1"/>
    <w:rsid w:val="00AF7B83"/>
    <w:rPr>
      <w:rFonts w:ascii="Arial" w:eastAsia="Times New Roman" w:cs="Times New Roman"/>
      <w:noProof/>
      <w:sz w:val="18"/>
      <w:szCs w:val="22"/>
      <w:lang w:val="fr-FR"/>
    </w:rPr>
  </w:style>
  <w:style w:type="character" w:customStyle="1" w:styleId="JLA18AuthorsChar">
    <w:name w:val="JLA 18 Authors Char"/>
    <w:basedOn w:val="DefaultParagraphFont"/>
    <w:link w:val="JLA18Authors"/>
    <w:uiPriority w:val="1"/>
    <w:rsid w:val="00AF7B83"/>
    <w:rPr>
      <w:rFonts w:ascii="Arial" w:eastAsia="Times New Roman" w:cs="Times New Roman"/>
      <w:noProof/>
      <w:sz w:val="24"/>
      <w:szCs w:val="22"/>
      <w:lang w:val="en-US"/>
    </w:rPr>
  </w:style>
  <w:style w:type="paragraph" w:customStyle="1" w:styleId="JLA18AuthorAffiliations">
    <w:name w:val="JLA18 Author Affiliations"/>
    <w:basedOn w:val="JLA18"/>
    <w:next w:val="JLA18Abstracttitle"/>
    <w:link w:val="JLA18AuthorAffiliationsChar"/>
    <w:autoRedefine/>
    <w:qFormat/>
    <w:rsid w:val="00AF7B83"/>
    <w:pPr>
      <w:spacing w:before="123" w:after="40" w:line="240" w:lineRule="auto"/>
      <w:ind w:firstLine="0"/>
      <w:contextualSpacing/>
    </w:pPr>
    <w:rPr>
      <w:rFonts w:ascii="Arial" w:hAnsi="Arial"/>
      <w:i/>
      <w:sz w:val="16"/>
    </w:rPr>
  </w:style>
  <w:style w:type="paragraph" w:customStyle="1" w:styleId="JLAHeadingLevel11">
    <w:name w:val="JLA Heading Level 1 (1)"/>
    <w:basedOn w:val="JLA18"/>
    <w:next w:val="JLA18BodyText1stPara"/>
    <w:link w:val="JLAHeadingLevel11Char"/>
    <w:autoRedefine/>
    <w:qFormat/>
    <w:rsid w:val="004A2CD4"/>
    <w:pPr>
      <w:numPr>
        <w:numId w:val="25"/>
      </w:numPr>
      <w:shd w:val="pct10" w:color="auto" w:fill="auto"/>
      <w:spacing w:before="240" w:after="97" w:line="240" w:lineRule="auto"/>
      <w:ind w:left="397" w:right="0" w:hanging="284"/>
    </w:pPr>
    <w:rPr>
      <w:rFonts w:ascii="Arial" w:hAnsi="Arial"/>
      <w:b/>
      <w:sz w:val="24"/>
      <w:lang w:val="en-CA"/>
    </w:rPr>
  </w:style>
  <w:style w:type="character" w:customStyle="1" w:styleId="JLA18AuthorAffiliationsChar">
    <w:name w:val="JLA18 Author Affiliations Char"/>
    <w:basedOn w:val="DefaultParagraphFont"/>
    <w:link w:val="JLA18AuthorAffiliations"/>
    <w:rsid w:val="00AF7B83"/>
    <w:rPr>
      <w:rFonts w:ascii="Arial" w:eastAsia="Times New Roman" w:hAnsi="Arial" w:cs="Times New Roman"/>
      <w:i/>
      <w:noProof/>
      <w:sz w:val="16"/>
      <w:szCs w:val="20"/>
      <w:lang w:val="en-US"/>
    </w:rPr>
  </w:style>
  <w:style w:type="paragraph" w:customStyle="1" w:styleId="JLA18BodyText2ndPara">
    <w:name w:val="JLA 18 Body Text 2nd Para"/>
    <w:basedOn w:val="JLA18"/>
    <w:autoRedefine/>
    <w:qFormat/>
    <w:rsid w:val="00AF7B83"/>
    <w:pPr>
      <w:widowControl/>
      <w:spacing w:before="6" w:line="254" w:lineRule="auto"/>
      <w:ind w:right="85" w:firstLine="301"/>
    </w:pPr>
    <w:rPr>
      <w:lang w:val="en-CA"/>
    </w:rPr>
  </w:style>
  <w:style w:type="character" w:customStyle="1" w:styleId="JLAHeadingLevel11Char">
    <w:name w:val="JLA Heading Level 1 (1) Char"/>
    <w:basedOn w:val="DefaultParagraphFont"/>
    <w:link w:val="JLAHeadingLevel11"/>
    <w:rsid w:val="004A2CD4"/>
    <w:rPr>
      <w:rFonts w:ascii="Arial" w:eastAsia="Times New Roman" w:hAnsi="Arial" w:cs="Times New Roman"/>
      <w:b/>
      <w:noProof/>
      <w:sz w:val="24"/>
      <w:szCs w:val="20"/>
      <w:shd w:val="pct10" w:color="auto" w:fill="auto"/>
      <w:lang w:val="en-CA"/>
    </w:rPr>
  </w:style>
  <w:style w:type="paragraph" w:customStyle="1" w:styleId="JLA18BodyText1stPara">
    <w:name w:val="JLA18 Body Text 1st Para"/>
    <w:basedOn w:val="JLA18"/>
    <w:next w:val="JLA18BodyText2ndPara"/>
    <w:autoRedefine/>
    <w:qFormat/>
    <w:rsid w:val="00AF7B83"/>
    <w:pPr>
      <w:spacing w:line="254" w:lineRule="auto"/>
    </w:pPr>
  </w:style>
  <w:style w:type="paragraph" w:customStyle="1" w:styleId="JLAHeadingLevel211">
    <w:name w:val="JLA Heading Level 2 (1.1)"/>
    <w:basedOn w:val="JLAHeadingLevel11"/>
    <w:next w:val="NoSpacing"/>
    <w:link w:val="JLAHeadingLevel211Char"/>
    <w:autoRedefine/>
    <w:qFormat/>
    <w:rsid w:val="004A2CD4"/>
    <w:pPr>
      <w:keepNext/>
      <w:keepLines/>
      <w:numPr>
        <w:ilvl w:val="1"/>
      </w:numPr>
      <w:shd w:val="clear" w:color="auto" w:fill="auto"/>
      <w:spacing w:before="160" w:after="9"/>
      <w:ind w:left="487" w:hanging="374"/>
    </w:pPr>
  </w:style>
  <w:style w:type="paragraph" w:customStyle="1" w:styleId="JLA18HeadlineLevel3111">
    <w:name w:val="JLA18 Headline Level 3 (1.1.1)"/>
    <w:basedOn w:val="JLA18HeadingLevel211"/>
    <w:next w:val="JLA18BodyText1stPara"/>
    <w:link w:val="JLA18HeadlineLevel3111Char"/>
    <w:autoRedefine/>
    <w:qFormat/>
    <w:rsid w:val="00AF7B83"/>
    <w:pPr>
      <w:numPr>
        <w:ilvl w:val="2"/>
      </w:numPr>
      <w:spacing w:before="140"/>
      <w:ind w:left="601" w:hanging="488"/>
    </w:pPr>
    <w:rPr>
      <w:sz w:val="18"/>
    </w:rPr>
  </w:style>
  <w:style w:type="paragraph" w:customStyle="1" w:styleId="JLA18UnnumberedHeading1">
    <w:name w:val="JLA18 Unnumbered Heading 1"/>
    <w:basedOn w:val="JLA18"/>
    <w:next w:val="JLA18BodyText1stPara"/>
    <w:link w:val="JLA18UnnumberedHeading1Char"/>
    <w:qFormat/>
    <w:rsid w:val="00AF7B83"/>
    <w:pPr>
      <w:keepNext/>
      <w:keepLines/>
      <w:spacing w:before="160" w:after="97" w:line="240" w:lineRule="auto"/>
      <w:ind w:left="392" w:hanging="284"/>
      <w:jc w:val="left"/>
    </w:pPr>
    <w:rPr>
      <w:rFonts w:ascii="Arial" w:hAnsi="Arial"/>
      <w:b/>
      <w:sz w:val="24"/>
    </w:rPr>
  </w:style>
  <w:style w:type="paragraph" w:styleId="ListParagraph">
    <w:name w:val="List Paragraph"/>
    <w:aliases w:val="JLA 18 Notes List Paragraph"/>
    <w:basedOn w:val="JLA18"/>
    <w:link w:val="ListParagraphChar"/>
    <w:autoRedefine/>
    <w:uiPriority w:val="34"/>
    <w:qFormat/>
    <w:rsid w:val="00AF7B83"/>
    <w:pPr>
      <w:numPr>
        <w:numId w:val="31"/>
      </w:numPr>
      <w:spacing w:before="120" w:after="140" w:line="240" w:lineRule="auto"/>
      <w:ind w:hanging="357"/>
    </w:pPr>
    <w:rPr>
      <w:rFonts w:ascii="Arial" w:hAnsi="Arial" w:cs="Arial"/>
    </w:rPr>
  </w:style>
  <w:style w:type="paragraph" w:customStyle="1" w:styleId="JLAReferencesBody">
    <w:name w:val="JLA_References_Body"/>
    <w:basedOn w:val="JLA18"/>
    <w:qFormat/>
    <w:rsid w:val="004A2CD4"/>
    <w:pPr>
      <w:keepNext/>
      <w:keepLines/>
      <w:ind w:left="607" w:hanging="499"/>
      <w:jc w:val="left"/>
    </w:pPr>
  </w:style>
  <w:style w:type="character" w:customStyle="1" w:styleId="JLA18UnnumberedHeading1Char">
    <w:name w:val="JLA18 Unnumbered Heading 1 Char"/>
    <w:basedOn w:val="DefaultParagraphFont"/>
    <w:link w:val="JLA18UnnumberedHeading1"/>
    <w:rsid w:val="00AF7B83"/>
    <w:rPr>
      <w:rFonts w:ascii="Arial" w:eastAsia="Times New Roman" w:hAnsi="Arial" w:cs="Times New Roman"/>
      <w:b/>
      <w:noProof/>
      <w:sz w:val="24"/>
      <w:szCs w:val="20"/>
      <w:lang w:val="en-US"/>
    </w:rPr>
  </w:style>
  <w:style w:type="numbering" w:customStyle="1" w:styleId="HeadingsJLA18">
    <w:name w:val="Headings JLA18"/>
    <w:basedOn w:val="NoList"/>
    <w:uiPriority w:val="99"/>
    <w:rsid w:val="00AF7B83"/>
    <w:pPr>
      <w:numPr>
        <w:numId w:val="24"/>
      </w:numPr>
    </w:pPr>
  </w:style>
  <w:style w:type="character" w:customStyle="1" w:styleId="Heading4Char">
    <w:name w:val="Heading 4 Char"/>
    <w:basedOn w:val="DefaultParagraphFont"/>
    <w:link w:val="Heading4"/>
    <w:uiPriority w:val="9"/>
    <w:semiHidden/>
    <w:rsid w:val="00AF7B83"/>
    <w:rPr>
      <w:rFonts w:asciiTheme="majorHAnsi" w:eastAsiaTheme="majorEastAsia" w:hAnsiTheme="majorHAnsi" w:cstheme="majorBidi"/>
      <w:i/>
      <w:iCs/>
      <w:noProof/>
      <w:color w:val="2F5496" w:themeColor="accent1" w:themeShade="BF"/>
      <w:lang w:val="en-CA"/>
    </w:rPr>
  </w:style>
  <w:style w:type="character" w:customStyle="1" w:styleId="Heading5Char">
    <w:name w:val="Heading 5 Char"/>
    <w:basedOn w:val="DefaultParagraphFont"/>
    <w:link w:val="Heading5"/>
    <w:uiPriority w:val="9"/>
    <w:semiHidden/>
    <w:rsid w:val="00AF7B83"/>
    <w:rPr>
      <w:rFonts w:asciiTheme="majorHAnsi" w:eastAsiaTheme="majorEastAsia" w:hAnsiTheme="majorHAnsi" w:cstheme="majorBidi"/>
      <w:noProof/>
      <w:color w:val="2F5496" w:themeColor="accent1" w:themeShade="BF"/>
      <w:lang w:val="en-CA"/>
    </w:rPr>
  </w:style>
  <w:style w:type="character" w:customStyle="1" w:styleId="Heading6Char">
    <w:name w:val="Heading 6 Char"/>
    <w:basedOn w:val="DefaultParagraphFont"/>
    <w:link w:val="Heading6"/>
    <w:uiPriority w:val="9"/>
    <w:semiHidden/>
    <w:rsid w:val="00AF7B83"/>
    <w:rPr>
      <w:rFonts w:asciiTheme="majorHAnsi" w:eastAsiaTheme="majorEastAsia" w:hAnsiTheme="majorHAnsi" w:cstheme="majorBidi"/>
      <w:noProof/>
      <w:color w:val="1F3763" w:themeColor="accent1" w:themeShade="7F"/>
      <w:lang w:val="en-CA"/>
    </w:rPr>
  </w:style>
  <w:style w:type="character" w:customStyle="1" w:styleId="Heading7Char">
    <w:name w:val="Heading 7 Char"/>
    <w:basedOn w:val="DefaultParagraphFont"/>
    <w:link w:val="Heading7"/>
    <w:uiPriority w:val="9"/>
    <w:semiHidden/>
    <w:rsid w:val="00AF7B83"/>
    <w:rPr>
      <w:rFonts w:asciiTheme="majorHAnsi" w:eastAsiaTheme="majorEastAsia" w:hAnsiTheme="majorHAnsi" w:cstheme="majorBidi"/>
      <w:i/>
      <w:iCs/>
      <w:noProof/>
      <w:color w:val="1F3763" w:themeColor="accent1" w:themeShade="7F"/>
      <w:lang w:val="en-CA"/>
    </w:rPr>
  </w:style>
  <w:style w:type="character" w:customStyle="1" w:styleId="Heading8Char">
    <w:name w:val="Heading 8 Char"/>
    <w:basedOn w:val="DefaultParagraphFont"/>
    <w:link w:val="Heading8"/>
    <w:uiPriority w:val="9"/>
    <w:semiHidden/>
    <w:rsid w:val="00AF7B83"/>
    <w:rPr>
      <w:rFonts w:asciiTheme="majorHAnsi" w:eastAsiaTheme="majorEastAsia" w:hAnsiTheme="majorHAnsi" w:cstheme="majorBidi"/>
      <w:noProof/>
      <w:color w:val="272727" w:themeColor="text1" w:themeTint="D8"/>
      <w:sz w:val="21"/>
      <w:szCs w:val="21"/>
      <w:lang w:val="en-CA"/>
    </w:rPr>
  </w:style>
  <w:style w:type="character" w:customStyle="1" w:styleId="Heading9Char">
    <w:name w:val="Heading 9 Char"/>
    <w:basedOn w:val="DefaultParagraphFont"/>
    <w:link w:val="Heading9"/>
    <w:uiPriority w:val="9"/>
    <w:semiHidden/>
    <w:rsid w:val="00AF7B83"/>
    <w:rPr>
      <w:rFonts w:asciiTheme="majorHAnsi" w:eastAsiaTheme="majorEastAsia" w:hAnsiTheme="majorHAnsi" w:cstheme="majorBidi"/>
      <w:i/>
      <w:iCs/>
      <w:noProof/>
      <w:color w:val="272727" w:themeColor="text1" w:themeTint="D8"/>
      <w:sz w:val="21"/>
      <w:szCs w:val="21"/>
      <w:lang w:val="en-CA"/>
    </w:rPr>
  </w:style>
  <w:style w:type="character" w:customStyle="1" w:styleId="JLAHeadingLevel211Char">
    <w:name w:val="JLA Heading Level 2 (1.1) Char"/>
    <w:basedOn w:val="JLAHeadingLevel11Char"/>
    <w:link w:val="JLAHeadingLevel211"/>
    <w:rsid w:val="004A2CD4"/>
    <w:rPr>
      <w:rFonts w:ascii="Arial" w:eastAsia="Times New Roman" w:hAnsi="Arial" w:cs="Times New Roman"/>
      <w:b/>
      <w:noProof/>
      <w:sz w:val="24"/>
      <w:szCs w:val="20"/>
      <w:shd w:val="pct10" w:color="auto" w:fill="auto"/>
      <w:lang w:val="en-CA"/>
    </w:rPr>
  </w:style>
  <w:style w:type="character" w:customStyle="1" w:styleId="JLA18HeadlineLevel3111Char">
    <w:name w:val="JLA18 Headline Level 3 (1.1.1) Char"/>
    <w:basedOn w:val="JLA18HeadingLevel211Char"/>
    <w:link w:val="JLA18HeadlineLevel3111"/>
    <w:rsid w:val="00AF7B83"/>
    <w:rPr>
      <w:rFonts w:ascii="Arial" w:eastAsia="Times New Roman" w:hAnsi="Arial" w:cs="Times New Roman"/>
      <w:b/>
      <w:noProof/>
      <w:sz w:val="18"/>
      <w:szCs w:val="20"/>
      <w:shd w:val="pct10" w:color="auto" w:fill="auto"/>
      <w:lang w:val="en-CA"/>
    </w:rPr>
  </w:style>
  <w:style w:type="numbering" w:customStyle="1" w:styleId="UnnumberedListJLA">
    <w:name w:val="Unnumbered List JLA"/>
    <w:basedOn w:val="NoList"/>
    <w:uiPriority w:val="99"/>
    <w:rsid w:val="00AF7B83"/>
    <w:pPr>
      <w:numPr>
        <w:numId w:val="26"/>
      </w:numPr>
    </w:pPr>
  </w:style>
  <w:style w:type="paragraph" w:customStyle="1" w:styleId="JLA18FigureCaption">
    <w:name w:val="JLA18 Figure Caption"/>
    <w:basedOn w:val="JLA18"/>
    <w:link w:val="JLA18FigureCaptionChar"/>
    <w:autoRedefine/>
    <w:qFormat/>
    <w:rsid w:val="00AF7B83"/>
    <w:pPr>
      <w:spacing w:after="240" w:line="240" w:lineRule="auto"/>
      <w:ind w:left="6" w:right="0"/>
      <w:jc w:val="center"/>
    </w:pPr>
    <w:rPr>
      <w:rFonts w:ascii="Arial" w:hAnsi="Arial"/>
      <w:b/>
      <w:sz w:val="18"/>
    </w:rPr>
  </w:style>
  <w:style w:type="table" w:styleId="TableGrid">
    <w:name w:val="Table Grid"/>
    <w:basedOn w:val="TableNormal"/>
    <w:uiPriority w:val="39"/>
    <w:rsid w:val="00AF7B83"/>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A18FigureCaptionChar">
    <w:name w:val="JLA18 Figure Caption Char"/>
    <w:basedOn w:val="DefaultParagraphFont"/>
    <w:link w:val="JLA18FigureCaption"/>
    <w:rsid w:val="00AF7B83"/>
    <w:rPr>
      <w:rFonts w:ascii="Arial" w:eastAsia="Times New Roman" w:hAnsi="Arial" w:cs="Times New Roman"/>
      <w:b/>
      <w:noProof/>
      <w:sz w:val="18"/>
      <w:szCs w:val="20"/>
      <w:lang w:val="en-US"/>
    </w:rPr>
  </w:style>
  <w:style w:type="paragraph" w:customStyle="1" w:styleId="JLA18TableCaption">
    <w:name w:val="JLA18 Table Caption"/>
    <w:basedOn w:val="JLA18BodyText2ndPara"/>
    <w:autoRedefine/>
    <w:qFormat/>
    <w:rsid w:val="00AF7B83"/>
    <w:pPr>
      <w:spacing w:before="240" w:after="40" w:line="240" w:lineRule="auto"/>
      <w:jc w:val="center"/>
    </w:pPr>
    <w:rPr>
      <w:rFonts w:ascii="Arial" w:hAnsi="Arial"/>
      <w:b/>
    </w:rPr>
  </w:style>
  <w:style w:type="table" w:customStyle="1" w:styleId="TableJLA18">
    <w:name w:val="Table JLA18"/>
    <w:basedOn w:val="TableNormal"/>
    <w:uiPriority w:val="99"/>
    <w:rsid w:val="00AF7B83"/>
    <w:pPr>
      <w:spacing w:line="240" w:lineRule="auto"/>
      <w:ind w:left="0" w:right="0" w:firstLine="0"/>
    </w:pPr>
    <w:tblPr>
      <w:jc w:val="center"/>
      <w:tblBorders>
        <w:top w:val="single" w:sz="4" w:space="0" w:color="auto"/>
        <w:bottom w:val="single" w:sz="4" w:space="0" w:color="auto"/>
        <w:insideH w:val="single" w:sz="4" w:space="0" w:color="auto"/>
      </w:tblBorders>
    </w:tblPr>
    <w:trPr>
      <w:jc w:val="center"/>
    </w:trPr>
  </w:style>
  <w:style w:type="character" w:styleId="PageNumber">
    <w:name w:val="page number"/>
    <w:basedOn w:val="DefaultParagraphFont"/>
    <w:uiPriority w:val="99"/>
    <w:semiHidden/>
    <w:unhideWhenUsed/>
    <w:rsid w:val="00AF7B83"/>
  </w:style>
  <w:style w:type="paragraph" w:styleId="NoSpacing">
    <w:name w:val="No Spacing"/>
    <w:uiPriority w:val="1"/>
    <w:qFormat/>
    <w:rsid w:val="00AF7B83"/>
    <w:pPr>
      <w:spacing w:line="240" w:lineRule="auto"/>
      <w:jc w:val="both"/>
    </w:pPr>
    <w:rPr>
      <w:noProof/>
      <w:lang w:val="en-CA"/>
    </w:rPr>
  </w:style>
  <w:style w:type="character" w:customStyle="1" w:styleId="JLA18Char">
    <w:name w:val="JLA18 Char"/>
    <w:basedOn w:val="BodyTextChar"/>
    <w:link w:val="JLA18"/>
    <w:uiPriority w:val="1"/>
    <w:rsid w:val="00AF7B83"/>
    <w:rPr>
      <w:rFonts w:eastAsia="Times New Roman" w:cs="Times New Roman"/>
      <w:noProof/>
      <w:szCs w:val="20"/>
      <w:lang w:val="en-US"/>
    </w:rPr>
  </w:style>
  <w:style w:type="character" w:customStyle="1" w:styleId="ListParagraphChar">
    <w:name w:val="List Paragraph Char"/>
    <w:aliases w:val="JLA 18 Notes List Paragraph Char"/>
    <w:basedOn w:val="JLA18Char"/>
    <w:link w:val="ListParagraph"/>
    <w:uiPriority w:val="34"/>
    <w:rsid w:val="00AF7B83"/>
    <w:rPr>
      <w:rFonts w:ascii="Arial" w:eastAsia="Times New Roman" w:hAnsi="Arial" w:cs="Arial"/>
      <w:noProof/>
      <w:szCs w:val="20"/>
      <w:lang w:val="en-US"/>
    </w:rPr>
  </w:style>
  <w:style w:type="paragraph" w:customStyle="1" w:styleId="JLA18In-TextParagraphList">
    <w:name w:val="JLA18 In-Text Paragraph List"/>
    <w:basedOn w:val="JLA18"/>
    <w:link w:val="JLA18In-TextParagraphListChar"/>
    <w:autoRedefine/>
    <w:qFormat/>
    <w:rsid w:val="00AF7B83"/>
    <w:pPr>
      <w:spacing w:line="250" w:lineRule="auto"/>
      <w:ind w:left="828" w:hanging="357"/>
      <w:contextualSpacing/>
    </w:pPr>
  </w:style>
  <w:style w:type="character" w:customStyle="1" w:styleId="JLA18In-TextParagraphListChar">
    <w:name w:val="JLA18 In-Text Paragraph List Char"/>
    <w:basedOn w:val="JLA18Char"/>
    <w:link w:val="JLA18In-TextParagraphList"/>
    <w:rsid w:val="00AF7B83"/>
    <w:rPr>
      <w:rFonts w:eastAsia="Times New Roman" w:cs="Times New Roman"/>
      <w:noProof/>
      <w:szCs w:val="20"/>
      <w:lang w:val="en-US"/>
    </w:rPr>
  </w:style>
  <w:style w:type="paragraph" w:customStyle="1" w:styleId="BodyText2ndParaJLA18">
    <w:name w:val="Body Text 2nd Para JLA18"/>
    <w:basedOn w:val="Normal"/>
    <w:autoRedefine/>
    <w:qFormat/>
    <w:rsid w:val="0062304A"/>
    <w:pPr>
      <w:spacing w:before="6" w:line="254" w:lineRule="auto"/>
      <w:ind w:left="108" w:right="85" w:firstLine="301"/>
    </w:pPr>
  </w:style>
  <w:style w:type="paragraph" w:customStyle="1" w:styleId="UnnumberedHeading1JLA18">
    <w:name w:val="Unnumbered Heading 1 JLA18"/>
    <w:basedOn w:val="Normal"/>
    <w:next w:val="Normal"/>
    <w:link w:val="UnnumberedHeading1JLA18Char"/>
    <w:qFormat/>
    <w:rsid w:val="00972DA9"/>
    <w:pPr>
      <w:keepNext/>
      <w:keepLines/>
      <w:spacing w:before="160" w:after="97" w:line="240" w:lineRule="auto"/>
      <w:ind w:left="392" w:hanging="284"/>
      <w:jc w:val="left"/>
    </w:pPr>
    <w:rPr>
      <w:rFonts w:ascii="Arial" w:hAnsi="Arial"/>
      <w:b/>
      <w:sz w:val="24"/>
    </w:rPr>
  </w:style>
  <w:style w:type="character" w:customStyle="1" w:styleId="UnnumberedHeading1JLA18Char">
    <w:name w:val="Unnumbered Heading 1 JLA18 Char"/>
    <w:basedOn w:val="DefaultParagraphFont"/>
    <w:link w:val="UnnumberedHeading1JLA18"/>
    <w:rsid w:val="00972DA9"/>
    <w:rPr>
      <w:rFonts w:ascii="Arial" w:hAnsi="Arial"/>
      <w:b/>
      <w:noProof/>
      <w:sz w:val="24"/>
      <w:lang w:val="en-CA"/>
    </w:rPr>
  </w:style>
  <w:style w:type="paragraph" w:customStyle="1" w:styleId="JLA18ReferencesBody">
    <w:name w:val="JLA18_References_Body"/>
    <w:basedOn w:val="JLA18"/>
    <w:autoRedefine/>
    <w:qFormat/>
    <w:rsid w:val="00AF7B83"/>
    <w:pPr>
      <w:spacing w:line="250" w:lineRule="auto"/>
      <w:ind w:left="607" w:hanging="499"/>
      <w:jc w:val="left"/>
    </w:pPr>
    <w:rPr>
      <w:rFonts w:eastAsiaTheme="minorHAnsi"/>
    </w:rPr>
  </w:style>
  <w:style w:type="paragraph" w:customStyle="1" w:styleId="JLA18HeadingLevel11">
    <w:name w:val="JLA18 Heading Level 1 (1)"/>
    <w:basedOn w:val="JLA18"/>
    <w:next w:val="JLA18BodyText1stPara"/>
    <w:link w:val="JLA18HeadingLevel11Char"/>
    <w:autoRedefine/>
    <w:qFormat/>
    <w:rsid w:val="00AF7B83"/>
    <w:pPr>
      <w:numPr>
        <w:numId w:val="25"/>
      </w:numPr>
      <w:shd w:val="pct10" w:color="auto" w:fill="auto"/>
      <w:spacing w:before="240" w:after="97" w:line="240" w:lineRule="auto"/>
      <w:ind w:left="397" w:right="0" w:hanging="284"/>
    </w:pPr>
    <w:rPr>
      <w:rFonts w:ascii="Arial" w:hAnsi="Arial"/>
      <w:b/>
      <w:sz w:val="24"/>
      <w:lang w:val="en-CA"/>
    </w:rPr>
  </w:style>
  <w:style w:type="character" w:customStyle="1" w:styleId="JLA18HeadingLevel11Char">
    <w:name w:val="JLA18 Heading Level 1 (1) Char"/>
    <w:basedOn w:val="DefaultParagraphFont"/>
    <w:link w:val="JLA18HeadingLevel11"/>
    <w:rsid w:val="00AF7B83"/>
    <w:rPr>
      <w:rFonts w:ascii="Arial" w:eastAsia="Times New Roman" w:hAnsi="Arial" w:cs="Times New Roman"/>
      <w:b/>
      <w:noProof/>
      <w:sz w:val="24"/>
      <w:szCs w:val="20"/>
      <w:shd w:val="pct10" w:color="auto" w:fill="auto"/>
      <w:lang w:val="en-CA"/>
    </w:rPr>
  </w:style>
  <w:style w:type="paragraph" w:customStyle="1" w:styleId="JLA18HeadingLevel211">
    <w:name w:val="JLA  18Heading Level 2 (1.1)"/>
    <w:basedOn w:val="JLA18HeadingLevel11"/>
    <w:next w:val="NoSpacing"/>
    <w:link w:val="JLA18HeadingLevel211Char"/>
    <w:autoRedefine/>
    <w:qFormat/>
    <w:rsid w:val="00AF7B83"/>
    <w:pPr>
      <w:keepNext/>
      <w:keepLines/>
      <w:numPr>
        <w:ilvl w:val="1"/>
      </w:numPr>
      <w:shd w:val="clear" w:color="auto" w:fill="auto"/>
      <w:spacing w:before="160" w:after="9"/>
      <w:ind w:left="487" w:hanging="374"/>
    </w:pPr>
  </w:style>
  <w:style w:type="paragraph" w:customStyle="1" w:styleId="JLA18ReferencesBody0">
    <w:name w:val="JLA 18 References_Body"/>
    <w:basedOn w:val="JLA18"/>
    <w:autoRedefine/>
    <w:qFormat/>
    <w:rsid w:val="00AF7B83"/>
    <w:pPr>
      <w:keepNext/>
      <w:keepLines/>
      <w:ind w:left="607" w:hanging="499"/>
      <w:jc w:val="left"/>
    </w:pPr>
  </w:style>
  <w:style w:type="character" w:customStyle="1" w:styleId="JLA18HeadingLevel211Char">
    <w:name w:val="JLA  18Heading Level 2 (1.1) Char"/>
    <w:basedOn w:val="JLA18HeadingLevel11Char"/>
    <w:link w:val="JLA18HeadingLevel211"/>
    <w:rsid w:val="00AF7B83"/>
    <w:rPr>
      <w:rFonts w:ascii="Arial" w:eastAsia="Times New Roman" w:hAnsi="Arial" w:cs="Times New Roman"/>
      <w:b/>
      <w:noProof/>
      <w:sz w:val="24"/>
      <w:szCs w:val="20"/>
      <w:shd w:val="pct10" w:color="auto" w:fill="auto"/>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oleksandraskrypnyk/Library/Group%20Containers/UBF8T346G9.Office/User%20Content.localized/Templates.localized/jla18new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jla18new3.dotx</Template>
  <TotalTime>35</TotalTime>
  <Pages>4</Pages>
  <Words>1977</Words>
  <Characters>11272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Poquet</dc:creator>
  <cp:keywords/>
  <dc:description/>
  <cp:lastModifiedBy>Sasha Poquet</cp:lastModifiedBy>
  <cp:revision>5</cp:revision>
  <dcterms:created xsi:type="dcterms:W3CDTF">2018-07-22T05:46:00Z</dcterms:created>
  <dcterms:modified xsi:type="dcterms:W3CDTF">2018-11-25T05:28:00Z</dcterms:modified>
</cp:coreProperties>
</file>